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-579"/>
        <w:tblW w:w="146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4"/>
        <w:gridCol w:w="2673"/>
        <w:gridCol w:w="924"/>
        <w:gridCol w:w="943"/>
        <w:gridCol w:w="1097"/>
        <w:gridCol w:w="1097"/>
        <w:gridCol w:w="941"/>
        <w:gridCol w:w="1001"/>
        <w:gridCol w:w="935"/>
        <w:gridCol w:w="982"/>
        <w:gridCol w:w="1039"/>
        <w:gridCol w:w="1100"/>
      </w:tblGrid>
      <w:tr w:rsidR="00534A38" w:rsidRPr="00863B8B" w:rsidTr="00B94F2A">
        <w:trPr>
          <w:trHeight w:val="280"/>
        </w:trPr>
        <w:tc>
          <w:tcPr>
            <w:tcW w:w="1463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F1035E">
            <w:pPr>
              <w:spacing w:after="0" w:line="240" w:lineRule="auto"/>
              <w:ind w:left="720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</w:p>
          <w:p w:rsidR="00534A38" w:rsidRPr="00AF2C8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  <w:r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KAVRAMLARA AYLIK EĞİ</w:t>
            </w:r>
            <w:r w:rsidR="00C3238B"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TİM PLANLARINDA YER VERME DURUMU</w:t>
            </w:r>
            <w:r w:rsidR="002A4E64"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 xml:space="preserve"> </w:t>
            </w:r>
            <w:r w:rsidR="00437447">
              <w:rPr>
                <w:rFonts w:ascii="Times New Roman" w:eastAsia="Times New Roman" w:hAnsi="Times New Roman"/>
                <w:b/>
                <w:bCs/>
                <w:lang w:eastAsia="tr-TR"/>
              </w:rPr>
              <w:t>ÇİZELGESİ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665"/>
              <w:gridCol w:w="6969"/>
            </w:tblGrid>
            <w:tr w:rsidR="00FD3475" w:rsidRPr="00AF2C86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F748DC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Okul:</w:t>
                  </w: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F748DC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  <w:tr w:rsidR="00FD3475" w:rsidRPr="00AF2C86" w:rsidTr="00FD3475">
              <w:trPr>
                <w:trHeight w:val="206"/>
              </w:trPr>
              <w:tc>
                <w:tcPr>
                  <w:tcW w:w="76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F748DC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Öğretmen:</w:t>
                  </w:r>
                </w:p>
              </w:tc>
            </w:tr>
            <w:tr w:rsidR="00FD3475" w:rsidRPr="00AF2C86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F748DC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Grup:</w:t>
                  </w: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F748DC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</w:tbl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698"/>
        </w:trPr>
        <w:tc>
          <w:tcPr>
            <w:tcW w:w="1954" w:type="dxa"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KATEGORİLER</w:t>
            </w:r>
          </w:p>
        </w:tc>
        <w:tc>
          <w:tcPr>
            <w:tcW w:w="2673" w:type="dxa"/>
            <w:tcBorders>
              <w:top w:val="doub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KAVRAMLAR*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943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Ekim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Kasım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Aralık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1001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982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Nisan</w:t>
            </w:r>
          </w:p>
        </w:tc>
        <w:tc>
          <w:tcPr>
            <w:tcW w:w="1039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Mayıs</w:t>
            </w:r>
          </w:p>
        </w:tc>
        <w:tc>
          <w:tcPr>
            <w:tcW w:w="1076" w:type="dxa"/>
            <w:tcBorders>
              <w:top w:val="double" w:sz="4" w:space="0" w:color="auto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Haziran</w:t>
            </w:r>
          </w:p>
        </w:tc>
      </w:tr>
      <w:tr w:rsidR="00534A38" w:rsidRPr="00863B8B" w:rsidTr="00B94F2A">
        <w:trPr>
          <w:trHeight w:val="65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RENK</w:t>
            </w: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 w:val="restart"/>
            <w:tcBorders>
              <w:top w:val="thinThickSmallGap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i/>
                <w:color w:val="000000"/>
                <w:lang w:eastAsia="tr-TR"/>
              </w:rPr>
              <w:t>Öğretmen ele aldığı renk ve renk tonlarını aylara göre kaydeder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1035E"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748DC"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Turuncu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Yeşil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Turuncu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D121A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 w:rsidRPr="003D121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Renk Tonları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Siyah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87FF7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 w:rsidRPr="00C87FF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Tüm Renkler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="00BF723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 w:rsidRPr="00C87FF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Tüm Renkler</w:t>
            </w:r>
          </w:p>
        </w:tc>
      </w:tr>
      <w:tr w:rsidR="00534A38" w:rsidRPr="00863B8B" w:rsidTr="00F748DC">
        <w:trPr>
          <w:trHeight w:val="327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F748DC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748DC"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Siyah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Yeşil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Beyaz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748DC"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Mor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Gri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 w:rsidRPr="003D121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="00C87FF7" w:rsidRPr="003D121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Renk Tonları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043ECF">
        <w:trPr>
          <w:trHeight w:val="24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5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GEOMETRİK ŞEKİL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Daire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F748DC" w:rsidP="00043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Çember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F748D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Üçgen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Dikdörtgen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Elips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Kenar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Köşe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9440E2">
            <w:p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BOYUT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Büyük-Orta-Küçük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F748DC" w:rsidRDefault="00F748DC" w:rsidP="00F748DC">
            <w:pPr>
              <w:spacing w:after="0" w:line="240" w:lineRule="auto"/>
              <w:ind w:left="-91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F748D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Büyük, küçük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363640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748D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Büyük, küçük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İnce-Kalın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Uzun-Kısa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043ECF">
            <w:pPr>
              <w:spacing w:after="0" w:line="240" w:lineRule="auto"/>
              <w:ind w:left="51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314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Geniş-Dar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MİKTAR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Az-Çok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F748DC" w:rsidRDefault="00F748DC" w:rsidP="00F748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Ağır-Hafif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Boş-Dolu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Tek-Çift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415E62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Yarım-Tam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Eşit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Kalabalık-Tenha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Parça-Bütün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Para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YÖN/</w:t>
            </w: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MEKÂNDA KONUM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Ön-Arka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Yukarı-Aşağı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İleri-Geri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F748DC" w:rsidRDefault="00534A38" w:rsidP="00F748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Sağ- Sol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Önünde-Arkasında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Arkasında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Alt-Üst-Orta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E56F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56FB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="00E56FB2">
              <w:rPr>
                <w:rFonts w:ascii="Times New Roman" w:eastAsia="Times New Roman" w:hAnsi="Times New Roman"/>
                <w:color w:val="000000"/>
                <w:lang w:eastAsia="tr-TR"/>
              </w:rPr>
              <w:t>Alt, üst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Altında-Ortasında-Üstünde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87FF7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C87FF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 </w:t>
            </w:r>
            <w:r w:rsidR="00C87FF7" w:rsidRPr="00C87FF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Altında, üstünde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Arasında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Yanında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Yukarıda-Aşağıda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İç-Dış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İçinde-Dışında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İçeri-Dışarı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F748DC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Uzak-Yakın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F748DC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 xml:space="preserve">Alçak-Yüksek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bookmarkStart w:id="0" w:name="_GoBack"/>
            <w:bookmarkEnd w:id="0"/>
          </w:p>
        </w:tc>
      </w:tr>
      <w:tr w:rsidR="00534A38" w:rsidRPr="00863B8B" w:rsidTr="00B94F2A">
        <w:trPr>
          <w:trHeight w:val="520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356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Sağında-Solunda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SAYI</w:t>
            </w:r>
            <w:r w:rsidR="00C17314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 xml:space="preserve"> </w:t>
            </w: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/</w:t>
            </w:r>
            <w:r w:rsidR="00C17314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 xml:space="preserve"> </w:t>
            </w: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SAYMA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1-20 arası sayılar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F1035E" w:rsidP="00F1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2-3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4-5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6-7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8-9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10-11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12-13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14-15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56FB2">
              <w:rPr>
                <w:rFonts w:ascii="Times New Roman" w:eastAsia="Times New Roman" w:hAnsi="Times New Roman"/>
                <w:color w:val="000000"/>
                <w:lang w:eastAsia="tr-TR"/>
              </w:rPr>
              <w:t>16-17-18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19-20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top w:val="nil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 xml:space="preserve">Sıfır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İlk-Orta-Son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Önceki-sonraki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655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Sıra sayısı (birinci-ikinci…)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DUYU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Tatlı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415E62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Tuzlu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415E62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Acı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415E62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Ekşi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415E62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Sıcak-Soğuk-Ilık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Sert-Yumuşak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BF72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  <w:r w:rsidR="00534A3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C87FF7">
        <w:trPr>
          <w:trHeight w:val="351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Kaygan-Pütürlü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Kaygan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Kaygan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Tüylü-Tüysüz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BF72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Tüylü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Islak-Kuru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Sivri-Küt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Kokulu-Kokusuz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Parlak-Mat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Parlak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Taze-Bayat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Sesli-Sessiz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9440E2" w:rsidRDefault="00F748DC" w:rsidP="00F748DC">
            <w:pPr>
              <w:pStyle w:val="ListeParagra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DUYGU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Mutlu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F748D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Üzgün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9440E2">
            <w:p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Kızgın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Korkmuş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Şaşkın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ZIT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Aynı-Farklı-Benzer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9440E2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3D121A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C87FF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C87FF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Açık-Kapalı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Hızlı-Yavaş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E56FB2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Canlı-Cansız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Hareketli-Hareketsiz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Kolay-Zor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Karanlık-Aydınlık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Ters-Düz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F748DC" w:rsidRDefault="00534A38" w:rsidP="00F748D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Düzenli-Dağınık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F748DC" w:rsidRDefault="00F748DC" w:rsidP="00F748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Eski-Yeni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Başlangıç-Bitiş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Kirli-Temiz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F748DC" w:rsidP="00F748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Aç-Tok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Düz-Eğri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E56FB2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Güzel-Çirkin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Doğru-Yanlış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Şişman-Zayıf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415E62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Yaşlı-Genç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Derin-Sığ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Açık-Koyu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ZAMAN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Önce-Şimdi-Sonra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87A11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387A1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 </w:t>
            </w:r>
            <w:r w:rsidR="00387A11" w:rsidRPr="00387A1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Önce, sonra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387A1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 Önce, sonra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Sabah-Öğle-Akşam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Dün-Bugün-Yarın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Gece-Gündüz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proofErr w:type="gramStart"/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619"/>
        </w:trPr>
        <w:tc>
          <w:tcPr>
            <w:tcW w:w="1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KAVRAM EKLENEBİLİR</w:t>
            </w:r>
          </w:p>
        </w:tc>
        <w:tc>
          <w:tcPr>
            <w:tcW w:w="2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</w:tbl>
    <w:p w:rsidR="00863B8B" w:rsidRPr="00AF2C86" w:rsidRDefault="00863B8B">
      <w:pPr>
        <w:rPr>
          <w:rFonts w:ascii="Times New Roman" w:hAnsi="Times New Roman"/>
          <w:b/>
          <w:sz w:val="18"/>
          <w:szCs w:val="18"/>
        </w:rPr>
      </w:pPr>
    </w:p>
    <w:p w:rsidR="00D55C1F" w:rsidRPr="00B94F2A" w:rsidRDefault="00D55C1F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:rsidR="00072C89" w:rsidRPr="00B94F2A" w:rsidRDefault="00150080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  <w:r w:rsidRPr="00B94F2A">
        <w:rPr>
          <w:rFonts w:ascii="Times New Roman" w:hAnsi="Times New Roman"/>
          <w:b/>
          <w:i/>
          <w:sz w:val="24"/>
          <w:szCs w:val="24"/>
        </w:rPr>
        <w:t>*Kavramlar belirli kat</w:t>
      </w:r>
      <w:r w:rsidR="00447DEB" w:rsidRPr="00B94F2A">
        <w:rPr>
          <w:rFonts w:ascii="Times New Roman" w:hAnsi="Times New Roman"/>
          <w:b/>
          <w:i/>
          <w:sz w:val="24"/>
          <w:szCs w:val="24"/>
        </w:rPr>
        <w:t xml:space="preserve">egoriler altında verilmiştir. </w:t>
      </w:r>
      <w:r w:rsidR="00B47C90" w:rsidRPr="00B94F2A">
        <w:rPr>
          <w:rFonts w:ascii="Times New Roman" w:hAnsi="Times New Roman"/>
          <w:b/>
          <w:i/>
          <w:sz w:val="24"/>
          <w:szCs w:val="24"/>
        </w:rPr>
        <w:t xml:space="preserve">Ancak </w:t>
      </w:r>
      <w:r w:rsidR="00BE37D0" w:rsidRPr="00B94F2A">
        <w:rPr>
          <w:rFonts w:ascii="Times New Roman" w:hAnsi="Times New Roman"/>
          <w:b/>
          <w:i/>
          <w:sz w:val="24"/>
          <w:szCs w:val="24"/>
        </w:rPr>
        <w:t>bazı kavramlar farklı kategoriler altında da ele alınabilir.</w:t>
      </w:r>
    </w:p>
    <w:p w:rsidR="00AF2C86" w:rsidRPr="00B94F2A" w:rsidRDefault="001A2EFF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*İkili-</w:t>
      </w:r>
      <w:r w:rsidR="00AF2C86" w:rsidRPr="00B94F2A">
        <w:rPr>
          <w:rFonts w:ascii="Times New Roman" w:hAnsi="Times New Roman"/>
          <w:b/>
          <w:i/>
          <w:sz w:val="24"/>
          <w:szCs w:val="24"/>
        </w:rPr>
        <w:t>üçlü gruplar halinde yazılmış olan kavramlar tek tek ele alınacak ise alın</w:t>
      </w:r>
      <w:r w:rsidR="00123DF0">
        <w:rPr>
          <w:rFonts w:ascii="Times New Roman" w:hAnsi="Times New Roman"/>
          <w:b/>
          <w:i/>
          <w:sz w:val="24"/>
          <w:szCs w:val="24"/>
        </w:rPr>
        <w:t>dığı ayın kutucuğuna kaydedilir.</w:t>
      </w:r>
    </w:p>
    <w:p w:rsidR="00AF2C86" w:rsidRPr="00AF2C86" w:rsidRDefault="00AF2C86">
      <w:pPr>
        <w:tabs>
          <w:tab w:val="left" w:pos="980"/>
        </w:tabs>
        <w:spacing w:after="0"/>
        <w:ind w:left="708"/>
        <w:rPr>
          <w:rFonts w:ascii="Times New Roman" w:hAnsi="Times New Roman"/>
          <w:sz w:val="18"/>
          <w:szCs w:val="18"/>
        </w:rPr>
      </w:pPr>
    </w:p>
    <w:sectPr w:rsidR="00AF2C86" w:rsidRPr="00AF2C86" w:rsidSect="00863B8B">
      <w:headerReference w:type="default" r:id="rId8"/>
      <w:footerReference w:type="default" r:id="rId9"/>
      <w:pgSz w:w="16838" w:h="11906" w:orient="landscape"/>
      <w:pgMar w:top="567" w:right="539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A2E" w:rsidRDefault="00430A2E" w:rsidP="00863B8B">
      <w:pPr>
        <w:spacing w:after="0" w:line="240" w:lineRule="auto"/>
      </w:pPr>
      <w:r>
        <w:separator/>
      </w:r>
    </w:p>
  </w:endnote>
  <w:endnote w:type="continuationSeparator" w:id="0">
    <w:p w:rsidR="00430A2E" w:rsidRDefault="00430A2E" w:rsidP="00863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8DC" w:rsidRDefault="00F748DC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7238">
      <w:rPr>
        <w:noProof/>
      </w:rPr>
      <w:t>1</w:t>
    </w:r>
    <w:r>
      <w:rPr>
        <w:noProof/>
      </w:rPr>
      <w:fldChar w:fldCharType="end"/>
    </w:r>
  </w:p>
  <w:p w:rsidR="00F748DC" w:rsidRDefault="00F748D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A2E" w:rsidRDefault="00430A2E" w:rsidP="00863B8B">
      <w:pPr>
        <w:spacing w:after="0" w:line="240" w:lineRule="auto"/>
      </w:pPr>
      <w:r>
        <w:separator/>
      </w:r>
    </w:p>
  </w:footnote>
  <w:footnote w:type="continuationSeparator" w:id="0">
    <w:p w:rsidR="00430A2E" w:rsidRDefault="00430A2E" w:rsidP="00863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8DC" w:rsidRPr="00863B8B" w:rsidRDefault="00F748DC" w:rsidP="00863B8B">
    <w:pPr>
      <w:rPr>
        <w:rFonts w:ascii="Times New Roman" w:hAnsi="Times New Roman"/>
        <w:b/>
        <w:sz w:val="24"/>
        <w:szCs w:val="24"/>
      </w:rPr>
    </w:pPr>
  </w:p>
  <w:p w:rsidR="00F748DC" w:rsidRDefault="00F748DC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6393"/>
    <w:multiLevelType w:val="hybridMultilevel"/>
    <w:tmpl w:val="05025C1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6D3756"/>
    <w:multiLevelType w:val="hybridMultilevel"/>
    <w:tmpl w:val="AC36026E"/>
    <w:lvl w:ilvl="0" w:tplc="7FF0AD9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8A"/>
    <w:rsid w:val="0003778A"/>
    <w:rsid w:val="00042B67"/>
    <w:rsid w:val="00043ECF"/>
    <w:rsid w:val="00051DE1"/>
    <w:rsid w:val="00052667"/>
    <w:rsid w:val="00072C89"/>
    <w:rsid w:val="00091FB8"/>
    <w:rsid w:val="000C0734"/>
    <w:rsid w:val="000C5B50"/>
    <w:rsid w:val="000D56F7"/>
    <w:rsid w:val="000E3356"/>
    <w:rsid w:val="00123DF0"/>
    <w:rsid w:val="00127BC1"/>
    <w:rsid w:val="001330E2"/>
    <w:rsid w:val="00150080"/>
    <w:rsid w:val="00162913"/>
    <w:rsid w:val="001A2EFF"/>
    <w:rsid w:val="00230073"/>
    <w:rsid w:val="0024194F"/>
    <w:rsid w:val="002626A5"/>
    <w:rsid w:val="00270346"/>
    <w:rsid w:val="00292B15"/>
    <w:rsid w:val="00295AB6"/>
    <w:rsid w:val="002A4E64"/>
    <w:rsid w:val="002B0519"/>
    <w:rsid w:val="00317A0F"/>
    <w:rsid w:val="00330BF0"/>
    <w:rsid w:val="00363640"/>
    <w:rsid w:val="00377999"/>
    <w:rsid w:val="003801E0"/>
    <w:rsid w:val="00387A11"/>
    <w:rsid w:val="003970BF"/>
    <w:rsid w:val="003D121A"/>
    <w:rsid w:val="003F0C89"/>
    <w:rsid w:val="00411CBE"/>
    <w:rsid w:val="00415E62"/>
    <w:rsid w:val="004223D6"/>
    <w:rsid w:val="00422D90"/>
    <w:rsid w:val="00430A2E"/>
    <w:rsid w:val="00437447"/>
    <w:rsid w:val="00445694"/>
    <w:rsid w:val="00447DEB"/>
    <w:rsid w:val="004520B0"/>
    <w:rsid w:val="00467CCE"/>
    <w:rsid w:val="00497C8D"/>
    <w:rsid w:val="00534A38"/>
    <w:rsid w:val="00574AEE"/>
    <w:rsid w:val="005822FD"/>
    <w:rsid w:val="00583E12"/>
    <w:rsid w:val="00594379"/>
    <w:rsid w:val="005B64FE"/>
    <w:rsid w:val="0066709A"/>
    <w:rsid w:val="006A5030"/>
    <w:rsid w:val="0070208D"/>
    <w:rsid w:val="00717AC7"/>
    <w:rsid w:val="00746910"/>
    <w:rsid w:val="00782B82"/>
    <w:rsid w:val="00793599"/>
    <w:rsid w:val="00793CEA"/>
    <w:rsid w:val="007C1E7F"/>
    <w:rsid w:val="007F5A8A"/>
    <w:rsid w:val="00826858"/>
    <w:rsid w:val="008448FA"/>
    <w:rsid w:val="00856268"/>
    <w:rsid w:val="00863B8B"/>
    <w:rsid w:val="00872C01"/>
    <w:rsid w:val="00873A08"/>
    <w:rsid w:val="00895708"/>
    <w:rsid w:val="008C59C8"/>
    <w:rsid w:val="008D617D"/>
    <w:rsid w:val="008D686A"/>
    <w:rsid w:val="009440E2"/>
    <w:rsid w:val="00951964"/>
    <w:rsid w:val="0095702F"/>
    <w:rsid w:val="00991016"/>
    <w:rsid w:val="009F40A0"/>
    <w:rsid w:val="00A13301"/>
    <w:rsid w:val="00A21F50"/>
    <w:rsid w:val="00A3634F"/>
    <w:rsid w:val="00AA6BFF"/>
    <w:rsid w:val="00AD1440"/>
    <w:rsid w:val="00AF2C86"/>
    <w:rsid w:val="00AF51F6"/>
    <w:rsid w:val="00B013AB"/>
    <w:rsid w:val="00B03963"/>
    <w:rsid w:val="00B47C90"/>
    <w:rsid w:val="00B61201"/>
    <w:rsid w:val="00B94F2A"/>
    <w:rsid w:val="00BD79D8"/>
    <w:rsid w:val="00BD7B9E"/>
    <w:rsid w:val="00BE37D0"/>
    <w:rsid w:val="00BE4867"/>
    <w:rsid w:val="00BF7238"/>
    <w:rsid w:val="00C05C65"/>
    <w:rsid w:val="00C16528"/>
    <w:rsid w:val="00C17314"/>
    <w:rsid w:val="00C3238B"/>
    <w:rsid w:val="00C40EED"/>
    <w:rsid w:val="00C87FF7"/>
    <w:rsid w:val="00CB4908"/>
    <w:rsid w:val="00CC7759"/>
    <w:rsid w:val="00CE2169"/>
    <w:rsid w:val="00CE7B56"/>
    <w:rsid w:val="00D063E6"/>
    <w:rsid w:val="00D55C1F"/>
    <w:rsid w:val="00D73753"/>
    <w:rsid w:val="00D77241"/>
    <w:rsid w:val="00DA2221"/>
    <w:rsid w:val="00DB79EA"/>
    <w:rsid w:val="00DD28B7"/>
    <w:rsid w:val="00DE0A49"/>
    <w:rsid w:val="00E401A0"/>
    <w:rsid w:val="00E54ADC"/>
    <w:rsid w:val="00E56FB2"/>
    <w:rsid w:val="00F1035E"/>
    <w:rsid w:val="00F450BC"/>
    <w:rsid w:val="00F64AF3"/>
    <w:rsid w:val="00F748DC"/>
    <w:rsid w:val="00FB6B8B"/>
    <w:rsid w:val="00FD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52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863B8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863B8B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63B8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863B8B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440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Gelengül Haktanır, Prof.Dr.</dc:creator>
  <cp:lastModifiedBy>BetulOzden</cp:lastModifiedBy>
  <cp:revision>3</cp:revision>
  <dcterms:created xsi:type="dcterms:W3CDTF">2013-05-27T01:54:00Z</dcterms:created>
  <dcterms:modified xsi:type="dcterms:W3CDTF">2013-09-07T18:46:00Z</dcterms:modified>
</cp:coreProperties>
</file>