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449" w:rsidRPr="00707650" w:rsidRDefault="00023449" w:rsidP="00707650">
      <w:pPr>
        <w:spacing w:after="0" w:line="360" w:lineRule="auto"/>
        <w:jc w:val="center"/>
        <w:rPr>
          <w:rFonts w:cs="Calibri"/>
          <w:b/>
          <w:lang w:eastAsia="tr-TR"/>
        </w:rPr>
      </w:pPr>
      <w:bookmarkStart w:id="0" w:name="_GoBack"/>
      <w:r w:rsidRPr="00707650">
        <w:rPr>
          <w:rFonts w:cs="Calibri"/>
          <w:b/>
        </w:rPr>
        <w:t xml:space="preserve">TAM </w:t>
      </w:r>
      <w:r w:rsidRPr="00707650">
        <w:rPr>
          <w:rFonts w:cs="Calibri"/>
          <w:b/>
          <w:lang w:eastAsia="tr-TR"/>
        </w:rPr>
        <w:t>GÜNLÜK EĞİTİM AKIŞI</w:t>
      </w:r>
    </w:p>
    <w:p w:rsidR="00023449" w:rsidRPr="00707650" w:rsidRDefault="00023449" w:rsidP="00707650">
      <w:pPr>
        <w:tabs>
          <w:tab w:val="left" w:pos="2268"/>
        </w:tabs>
        <w:spacing w:after="0" w:line="360" w:lineRule="auto"/>
        <w:ind w:left="720"/>
        <w:contextualSpacing/>
        <w:rPr>
          <w:rFonts w:cs="Calibri"/>
          <w:b/>
        </w:rPr>
      </w:pPr>
    </w:p>
    <w:p w:rsidR="00023449" w:rsidRPr="00707650" w:rsidRDefault="00023449" w:rsidP="00707650">
      <w:pPr>
        <w:tabs>
          <w:tab w:val="left" w:pos="2268"/>
        </w:tabs>
        <w:spacing w:after="0" w:line="360" w:lineRule="auto"/>
        <w:ind w:left="720"/>
        <w:contextualSpacing/>
        <w:rPr>
          <w:rFonts w:cs="Calibri"/>
          <w:b/>
          <w:lang w:eastAsia="tr-TR"/>
        </w:rPr>
      </w:pPr>
      <w:r w:rsidRPr="00707650">
        <w:rPr>
          <w:rFonts w:cs="Calibri"/>
          <w:b/>
        </w:rPr>
        <w:t>Okul Adı</w:t>
      </w:r>
      <w:r w:rsidRPr="00707650">
        <w:rPr>
          <w:rFonts w:cs="Calibri"/>
          <w:b/>
        </w:rPr>
        <w:tab/>
        <w:t>:</w:t>
      </w:r>
    </w:p>
    <w:p w:rsidR="00023449" w:rsidRPr="00707650" w:rsidRDefault="00023449" w:rsidP="00707650">
      <w:pPr>
        <w:tabs>
          <w:tab w:val="left" w:pos="2268"/>
        </w:tabs>
        <w:spacing w:after="0" w:line="360" w:lineRule="auto"/>
        <w:ind w:left="720"/>
        <w:contextualSpacing/>
        <w:rPr>
          <w:rFonts w:cs="Calibri"/>
          <w:b/>
          <w:lang w:eastAsia="tr-TR"/>
        </w:rPr>
      </w:pPr>
      <w:r w:rsidRPr="00707650">
        <w:rPr>
          <w:rFonts w:cs="Calibri"/>
          <w:b/>
          <w:lang w:eastAsia="tr-TR"/>
        </w:rPr>
        <w:t>Tarih</w:t>
      </w:r>
      <w:r w:rsidRPr="00707650">
        <w:rPr>
          <w:rFonts w:cs="Calibri"/>
          <w:b/>
          <w:lang w:eastAsia="tr-TR"/>
        </w:rPr>
        <w:tab/>
        <w:t xml:space="preserve">:  </w:t>
      </w:r>
      <w:r>
        <w:rPr>
          <w:rFonts w:cs="Calibri"/>
          <w:lang w:eastAsia="tr-TR"/>
        </w:rPr>
        <w:t>1 Mart 2017</w:t>
      </w:r>
    </w:p>
    <w:p w:rsidR="00023449" w:rsidRPr="00707650" w:rsidRDefault="00023449" w:rsidP="00707650">
      <w:pPr>
        <w:tabs>
          <w:tab w:val="left" w:pos="2268"/>
        </w:tabs>
        <w:spacing w:after="0" w:line="360" w:lineRule="auto"/>
        <w:ind w:left="720"/>
        <w:contextualSpacing/>
        <w:rPr>
          <w:rFonts w:cs="Calibri"/>
          <w:lang w:eastAsia="tr-TR"/>
        </w:rPr>
      </w:pPr>
      <w:r w:rsidRPr="00707650">
        <w:rPr>
          <w:rFonts w:cs="Calibri"/>
          <w:b/>
          <w:lang w:eastAsia="tr-TR"/>
        </w:rPr>
        <w:t>Yaş Grubu (Ay)</w:t>
      </w:r>
      <w:r w:rsidRPr="00707650">
        <w:rPr>
          <w:rFonts w:cs="Calibri"/>
          <w:b/>
          <w:lang w:eastAsia="tr-TR"/>
        </w:rPr>
        <w:tab/>
        <w:t xml:space="preserve">:  </w:t>
      </w:r>
      <w:r w:rsidRPr="00707650">
        <w:rPr>
          <w:rFonts w:cs="Calibri"/>
          <w:lang w:eastAsia="tr-TR"/>
        </w:rPr>
        <w:t>36-48</w:t>
      </w:r>
      <w:r>
        <w:rPr>
          <w:rFonts w:cs="Calibri"/>
          <w:lang w:eastAsia="tr-TR"/>
        </w:rPr>
        <w:t xml:space="preserve"> Ay</w:t>
      </w:r>
    </w:p>
    <w:p w:rsidR="00023449" w:rsidRPr="00707650" w:rsidRDefault="00023449" w:rsidP="00707650">
      <w:pPr>
        <w:tabs>
          <w:tab w:val="left" w:pos="2268"/>
        </w:tabs>
        <w:spacing w:after="0" w:line="360" w:lineRule="auto"/>
        <w:ind w:left="720"/>
        <w:contextualSpacing/>
        <w:rPr>
          <w:rFonts w:cs="Calibri"/>
          <w:b/>
        </w:rPr>
      </w:pPr>
      <w:r w:rsidRPr="00707650">
        <w:rPr>
          <w:rFonts w:cs="Calibri"/>
          <w:b/>
        </w:rPr>
        <w:t>Öğretmen Adı</w:t>
      </w:r>
      <w:r w:rsidRPr="00707650">
        <w:rPr>
          <w:rFonts w:cs="Calibri"/>
          <w:b/>
        </w:rPr>
        <w:tab/>
        <w:t>:</w:t>
      </w:r>
    </w:p>
    <w:p w:rsidR="00023449" w:rsidRPr="00707650" w:rsidRDefault="00023449" w:rsidP="00707650">
      <w:pPr>
        <w:spacing w:after="0" w:line="360" w:lineRule="auto"/>
        <w:ind w:left="720"/>
        <w:contextualSpacing/>
        <w:rPr>
          <w:rFonts w:cs="Calibri"/>
          <w:b/>
          <w:lang w:eastAsia="tr-TR"/>
        </w:rPr>
      </w:pPr>
    </w:p>
    <w:p w:rsidR="00023449" w:rsidRPr="00707650" w:rsidRDefault="00023449" w:rsidP="00707650">
      <w:pPr>
        <w:pStyle w:val="ListParagraph"/>
        <w:numPr>
          <w:ilvl w:val="0"/>
          <w:numId w:val="1"/>
        </w:numPr>
        <w:spacing w:after="0" w:line="360" w:lineRule="auto"/>
        <w:jc w:val="both"/>
      </w:pPr>
      <w:r w:rsidRPr="00707650">
        <w:rPr>
          <w:rFonts w:eastAsia="Arial Unicode MS" w:cs="Calibri"/>
          <w:b/>
          <w:bCs/>
          <w:u w:val="single"/>
          <w:lang w:val="en-US"/>
        </w:rPr>
        <w:t xml:space="preserve">Güne Başlama Zamanı </w:t>
      </w:r>
    </w:p>
    <w:p w:rsidR="00023449" w:rsidRPr="00707650" w:rsidRDefault="00023449" w:rsidP="00707650">
      <w:pPr>
        <w:pStyle w:val="ListParagraph"/>
        <w:spacing w:after="0" w:line="360" w:lineRule="auto"/>
        <w:jc w:val="both"/>
      </w:pPr>
      <w:r w:rsidRPr="00707650">
        <w:t>Öğretmen öğrenciler gelmeden önce fen merkezine değişik deney malzemeleri koyar. Evcilik merkezine değişik boyutlarda örtüler, sehba ve süs eşyaları eklenir. Çocuklar güler yüzle karşılanır. Hal ve hatırları sorulur. Hep birlikte hava durumu gözlemlenir. Hava grafiği üzerinde hava durumu belirlenir.</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Oyun Zamanı</w:t>
      </w:r>
    </w:p>
    <w:p w:rsidR="00023449" w:rsidRPr="00707650" w:rsidRDefault="00023449" w:rsidP="00707650">
      <w:pPr>
        <w:pStyle w:val="ListParagraph"/>
        <w:spacing w:after="0" w:line="360" w:lineRule="auto"/>
      </w:pPr>
      <w:r w:rsidRPr="00707650">
        <w:t xml:space="preserve">Çocuklara hangi öğrenme merkezinde oynamak istedikleri sorulur. Çocukların tercih ettikleri öğrenme merkezlerinde neler yapmayı düşündüklerini ile ilgili konuşur. Çocuklar oynarken öğretmen zaman zaman yanlarına giderek oyunlarına katılır. Evcilik merkezinde yeni düzenlemeler yapılır. Misafircilik oyunu oynanır. Öğretmen rehberliğinde misafir adabıyla ilgili davranışlar pekiştirilir. Oyun zamanı sonunda sınıf ve öğrenme merkezleri düzenlenir. Ardından </w:t>
      </w:r>
      <w:r w:rsidRPr="00707650">
        <w:rPr>
          <w:b/>
        </w:rPr>
        <w:t>Eğlenceli Boyama Kitabımdan 29. ve 30. Sayfalarda bulunan çalışmalar yapılır.</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Kahvaltı, Temizlik</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 xml:space="preserve">Etkinlik Zamanı </w:t>
      </w:r>
    </w:p>
    <w:p w:rsidR="00023449" w:rsidRPr="00707650" w:rsidRDefault="00023449" w:rsidP="00707650">
      <w:pPr>
        <w:autoSpaceDE w:val="0"/>
        <w:autoSpaceDN w:val="0"/>
        <w:adjustRightInd w:val="0"/>
        <w:spacing w:after="0" w:line="360" w:lineRule="auto"/>
        <w:rPr>
          <w:rFonts w:cs="Calibri"/>
          <w:lang w:val="en-US"/>
        </w:rPr>
      </w:pPr>
      <w:r w:rsidRPr="00707650">
        <w:rPr>
          <w:rFonts w:cs="Calibri"/>
          <w:noProof w:val="0"/>
          <w:lang w:val="en-US" w:eastAsia="tr-TR"/>
        </w:rPr>
        <w:t xml:space="preserve">                “</w:t>
      </w:r>
      <w:r w:rsidRPr="00707650">
        <w:rPr>
          <w:rFonts w:cs="Helvetica"/>
          <w:bCs/>
          <w:shd w:val="clear" w:color="auto" w:fill="FFFFFF"/>
        </w:rPr>
        <w:t>Bil Bakalım Ne Yapıyorum?” Drama</w:t>
      </w:r>
      <w:r>
        <w:rPr>
          <w:rFonts w:cs="Helvetica"/>
          <w:bCs/>
          <w:shd w:val="clear" w:color="auto" w:fill="FFFFFF"/>
        </w:rPr>
        <w:t xml:space="preserve"> </w:t>
      </w:r>
      <w:r>
        <w:rPr>
          <w:rFonts w:cs="Calibri"/>
          <w:lang w:val="en-US"/>
        </w:rPr>
        <w:t>(Küç</w:t>
      </w:r>
      <w:r w:rsidRPr="00707650">
        <w:rPr>
          <w:rFonts w:cs="Calibri"/>
          <w:lang w:val="en-US"/>
        </w:rPr>
        <w:t>ük Grup</w:t>
      </w:r>
      <w:r w:rsidRPr="00707650">
        <w:rPr>
          <w:rFonts w:cs="Calibri"/>
          <w:bCs/>
        </w:rPr>
        <w:t xml:space="preserve"> Etkinliği)</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Öğle Yemeği, Temizlik</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707650">
        <w:rPr>
          <w:rFonts w:eastAsia="Arial Unicode MS" w:cs="Calibri"/>
          <w:b/>
          <w:bCs/>
          <w:noProof w:val="0"/>
          <w:u w:val="single"/>
          <w:lang w:val="en-US"/>
        </w:rPr>
        <w:t>Dinlenme Zamanı</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Kahvaltı, Temizlik</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 xml:space="preserve">Etkinlik Zamanı </w:t>
      </w:r>
    </w:p>
    <w:p w:rsidR="00023449" w:rsidRPr="00707650" w:rsidRDefault="00023449" w:rsidP="00707650">
      <w:pPr>
        <w:tabs>
          <w:tab w:val="left" w:pos="284"/>
          <w:tab w:val="left" w:pos="964"/>
          <w:tab w:val="left" w:pos="1474"/>
          <w:tab w:val="left" w:pos="1644"/>
        </w:tabs>
        <w:spacing w:after="0" w:line="360" w:lineRule="auto"/>
        <w:ind w:left="720"/>
        <w:jc w:val="both"/>
        <w:rPr>
          <w:rFonts w:eastAsia="Arial Unicode MS" w:cs="Calibri"/>
          <w:bCs/>
          <w:lang w:val="en-US"/>
        </w:rPr>
      </w:pPr>
      <w:r w:rsidRPr="00707650">
        <w:rPr>
          <w:rFonts w:eastAsia="Arial Unicode MS" w:cs="Calibri"/>
          <w:bCs/>
          <w:lang w:val="en-US"/>
        </w:rPr>
        <w:t xml:space="preserve">“Şekillerle Resim Yapalım” </w:t>
      </w:r>
      <w:r>
        <w:rPr>
          <w:rFonts w:eastAsia="Arial Unicode MS" w:cs="Calibri"/>
          <w:bCs/>
          <w:lang w:val="en-US"/>
        </w:rPr>
        <w:t xml:space="preserve">Okuma Yazmaya Hazırlık </w:t>
      </w:r>
      <w:r>
        <w:t>(</w:t>
      </w:r>
      <w:r w:rsidRPr="00707650">
        <w:t>Bireysel Etkinlik)</w:t>
      </w:r>
      <w:r w:rsidRPr="00707650">
        <w:rPr>
          <w:rFonts w:cs="Calibri"/>
          <w:bCs/>
          <w:noProof w:val="0"/>
        </w:rPr>
        <w:t xml:space="preserve"> </w:t>
      </w:r>
      <w:r w:rsidRPr="00707650">
        <w:rPr>
          <w:rFonts w:cs="Calibri"/>
          <w:bCs/>
          <w:noProof w:val="0"/>
        </w:rPr>
        <w:tab/>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707650">
        <w:rPr>
          <w:rFonts w:eastAsia="Arial Unicode MS" w:cs="Calibri"/>
          <w:b/>
          <w:bCs/>
          <w:u w:val="single"/>
          <w:lang w:val="en-US"/>
        </w:rPr>
        <w:t xml:space="preserve">Oyun Zamanı </w:t>
      </w:r>
    </w:p>
    <w:p w:rsidR="00023449" w:rsidRPr="00707650" w:rsidRDefault="00023449" w:rsidP="00707650">
      <w:pPr>
        <w:tabs>
          <w:tab w:val="left" w:pos="284"/>
          <w:tab w:val="left" w:pos="964"/>
          <w:tab w:val="left" w:pos="1474"/>
          <w:tab w:val="left" w:pos="1644"/>
        </w:tabs>
        <w:spacing w:after="0" w:line="360" w:lineRule="auto"/>
        <w:rPr>
          <w:rFonts w:cs="Calibri"/>
        </w:rPr>
      </w:pPr>
      <w:r w:rsidRPr="00707650">
        <w:rPr>
          <w:rFonts w:cs="Calibri"/>
        </w:rPr>
        <w:t xml:space="preserve"> </w:t>
      </w:r>
      <w:r w:rsidRPr="00707650">
        <w:rPr>
          <w:rFonts w:cs="Calibri"/>
        </w:rPr>
        <w:tab/>
        <w:t xml:space="preserve">          Öğrenme merkezlerinde oyun</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707650">
        <w:rPr>
          <w:rFonts w:eastAsia="Arial Unicode MS" w:cs="Calibri"/>
          <w:b/>
          <w:bCs/>
          <w:noProof w:val="0"/>
          <w:u w:val="single"/>
          <w:lang w:val="de-DE"/>
        </w:rPr>
        <w:t xml:space="preserve">Günü Değerlendirme Zamanı </w:t>
      </w:r>
    </w:p>
    <w:p w:rsidR="00023449" w:rsidRPr="00707650" w:rsidRDefault="00023449" w:rsidP="00707650">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707650">
        <w:rPr>
          <w:rFonts w:eastAsia="Arial Unicode MS" w:cs="Calibri"/>
          <w:b/>
          <w:bCs/>
          <w:noProof w:val="0"/>
          <w:u w:val="single"/>
          <w:lang w:val="de-DE"/>
        </w:rPr>
        <w:t xml:space="preserve">Eve Gidiş </w:t>
      </w:r>
    </w:p>
    <w:p w:rsidR="00023449" w:rsidRPr="00707650" w:rsidRDefault="00023449" w:rsidP="00707650">
      <w:pPr>
        <w:tabs>
          <w:tab w:val="left" w:pos="284"/>
          <w:tab w:val="left" w:pos="964"/>
          <w:tab w:val="left" w:pos="1474"/>
          <w:tab w:val="left" w:pos="1644"/>
        </w:tabs>
        <w:spacing w:after="0" w:line="360" w:lineRule="auto"/>
        <w:jc w:val="both"/>
        <w:rPr>
          <w:rFonts w:eastAsia="Arial Unicode MS" w:cs="Calibri"/>
          <w:bCs/>
          <w:noProof w:val="0"/>
          <w:lang w:val="de-DE"/>
        </w:rPr>
      </w:pPr>
      <w:r w:rsidRPr="00707650">
        <w:rPr>
          <w:rFonts w:eastAsia="Arial Unicode MS" w:cs="Calibri"/>
          <w:b/>
          <w:bCs/>
          <w:noProof w:val="0"/>
          <w:lang w:val="de-DE"/>
        </w:rPr>
        <w:tab/>
        <w:t xml:space="preserve">         </w:t>
      </w:r>
      <w:r w:rsidRPr="00707650">
        <w:rPr>
          <w:rFonts w:eastAsia="Arial Unicode MS" w:cs="Calibri"/>
          <w:bCs/>
          <w:noProof w:val="0"/>
          <w:lang w:val="de-DE"/>
        </w:rPr>
        <w:t>Eve gidiş için hazırlık yapılır ve çocuklarla vedalaşılır.</w:t>
      </w:r>
    </w:p>
    <w:p w:rsidR="00023449" w:rsidRPr="00707650" w:rsidRDefault="00023449" w:rsidP="00707650">
      <w:pPr>
        <w:tabs>
          <w:tab w:val="left" w:pos="284"/>
          <w:tab w:val="left" w:pos="964"/>
          <w:tab w:val="left" w:pos="1474"/>
          <w:tab w:val="left" w:pos="1644"/>
        </w:tabs>
        <w:spacing w:after="0" w:line="360" w:lineRule="auto"/>
        <w:jc w:val="both"/>
        <w:rPr>
          <w:rFonts w:eastAsia="Arial Unicode MS" w:cs="Calibri"/>
          <w:b/>
          <w:bCs/>
          <w:noProof w:val="0"/>
          <w:lang w:val="de-DE"/>
        </w:rPr>
      </w:pPr>
    </w:p>
    <w:p w:rsidR="00023449" w:rsidRPr="00707650" w:rsidRDefault="00023449" w:rsidP="00707650">
      <w:pPr>
        <w:tabs>
          <w:tab w:val="left" w:pos="284"/>
          <w:tab w:val="left" w:pos="964"/>
          <w:tab w:val="left" w:pos="1474"/>
          <w:tab w:val="left" w:pos="1644"/>
        </w:tabs>
        <w:spacing w:after="0" w:line="360" w:lineRule="auto"/>
        <w:ind w:left="720"/>
        <w:jc w:val="both"/>
        <w:rPr>
          <w:rFonts w:eastAsia="Arial Unicode MS" w:cs="Calibri"/>
          <w:b/>
          <w:bCs/>
          <w:noProof w:val="0"/>
          <w:lang w:val="de-DE"/>
        </w:rPr>
      </w:pPr>
      <w:r w:rsidRPr="00707650">
        <w:rPr>
          <w:rFonts w:eastAsia="Arial Unicode MS" w:cs="Calibri"/>
          <w:b/>
          <w:bCs/>
          <w:noProof w:val="0"/>
          <w:lang w:val="de-DE"/>
        </w:rPr>
        <w:t xml:space="preserve">Genel Değerlendirme: </w:t>
      </w: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707650">
      <w:pPr>
        <w:spacing w:after="0" w:line="360" w:lineRule="auto"/>
        <w:jc w:val="center"/>
        <w:rPr>
          <w:rFonts w:cs="Helvetica"/>
          <w:b/>
          <w:bCs/>
          <w:shd w:val="clear" w:color="auto" w:fill="FFFFFF"/>
        </w:rPr>
      </w:pPr>
    </w:p>
    <w:p w:rsidR="00023449" w:rsidRDefault="00023449" w:rsidP="00441A5E">
      <w:pPr>
        <w:spacing w:after="0" w:line="360" w:lineRule="auto"/>
        <w:jc w:val="center"/>
        <w:rPr>
          <w:rFonts w:cs="Helvetica"/>
          <w:b/>
          <w:bCs/>
          <w:shd w:val="clear" w:color="auto" w:fill="FFFFFF"/>
        </w:rPr>
      </w:pPr>
      <w:r>
        <w:rPr>
          <w:rFonts w:cs="Helvetica"/>
          <w:b/>
          <w:bCs/>
          <w:shd w:val="clear" w:color="auto" w:fill="FFFFFF"/>
        </w:rPr>
        <w:t>Bil Bakalım Ne Yapıyorum?</w:t>
      </w:r>
    </w:p>
    <w:p w:rsidR="00023449" w:rsidRDefault="00023449" w:rsidP="00707650">
      <w:pPr>
        <w:spacing w:after="0" w:line="360" w:lineRule="auto"/>
        <w:rPr>
          <w:rFonts w:cs="Calibri"/>
          <w:lang w:eastAsia="tr-TR"/>
        </w:rPr>
      </w:pPr>
      <w:r w:rsidRPr="00707650">
        <w:rPr>
          <w:rFonts w:cs="Calibri"/>
          <w:b/>
          <w:bCs/>
          <w:noProof w:val="0"/>
        </w:rPr>
        <w:t>Etkinlik Çeşidi:</w:t>
      </w:r>
      <w:r>
        <w:rPr>
          <w:rFonts w:cs="Calibri"/>
          <w:lang w:val="en-US"/>
        </w:rPr>
        <w:t xml:space="preserve"> Drama (Küç</w:t>
      </w:r>
      <w:r w:rsidRPr="00707650">
        <w:rPr>
          <w:rFonts w:cs="Calibri"/>
          <w:lang w:val="en-US"/>
        </w:rPr>
        <w:t>ük Grup</w:t>
      </w:r>
      <w:r w:rsidRPr="00707650">
        <w:rPr>
          <w:rFonts w:cs="Calibri"/>
          <w:bCs/>
        </w:rPr>
        <w:t xml:space="preserve"> Etkinliği)</w:t>
      </w:r>
      <w:r w:rsidRPr="00707650">
        <w:rPr>
          <w:rFonts w:cs="Calibri"/>
          <w:b/>
          <w:bCs/>
        </w:rPr>
        <w:tab/>
      </w:r>
      <w:r w:rsidRPr="00707650">
        <w:rPr>
          <w:rFonts w:cs="Calibri"/>
          <w:b/>
          <w:bCs/>
        </w:rPr>
        <w:tab/>
      </w:r>
      <w:r w:rsidRPr="00707650">
        <w:rPr>
          <w:rFonts w:cs="Calibri"/>
          <w:b/>
          <w:bCs/>
        </w:rPr>
        <w:tab/>
      </w:r>
      <w:r w:rsidRPr="00707650">
        <w:rPr>
          <w:rFonts w:cs="Calibri"/>
          <w:bCs/>
          <w:noProof w:val="0"/>
        </w:rPr>
        <w:tab/>
      </w:r>
      <w:r w:rsidRPr="00707650">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707650">
        <w:rPr>
          <w:rFonts w:cs="Calibri"/>
          <w:b/>
          <w:noProof w:val="0"/>
        </w:rPr>
        <w:t xml:space="preserve">Yaş Grubu: </w:t>
      </w:r>
      <w:r w:rsidRPr="00707650">
        <w:rPr>
          <w:rFonts w:cs="Calibri"/>
          <w:lang w:eastAsia="tr-TR"/>
        </w:rPr>
        <w:t>36-48 Ay</w:t>
      </w:r>
    </w:p>
    <w:p w:rsidR="00023449" w:rsidRPr="0001529E" w:rsidRDefault="00023449" w:rsidP="00707650">
      <w:pPr>
        <w:spacing w:after="0" w:line="360" w:lineRule="auto"/>
        <w:rPr>
          <w:rFonts w:cs="Calibri"/>
          <w:b/>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023449" w:rsidRPr="00707650" w:rsidTr="00AA1FEC">
        <w:trPr>
          <w:trHeight w:val="1796"/>
        </w:trPr>
        <w:tc>
          <w:tcPr>
            <w:tcW w:w="7135" w:type="dxa"/>
            <w:tcBorders>
              <w:top w:val="single" w:sz="4" w:space="0" w:color="000000"/>
              <w:bottom w:val="single" w:sz="4" w:space="0" w:color="000000"/>
            </w:tcBorders>
          </w:tcPr>
          <w:p w:rsidR="00023449" w:rsidRPr="00707650" w:rsidRDefault="00023449" w:rsidP="00707650">
            <w:pPr>
              <w:spacing w:after="0" w:line="360" w:lineRule="auto"/>
              <w:jc w:val="center"/>
              <w:rPr>
                <w:rFonts w:cs="Calibri"/>
                <w:b/>
                <w:bCs/>
                <w:noProof w:val="0"/>
                <w:lang w:eastAsia="tr-TR"/>
              </w:rPr>
            </w:pPr>
          </w:p>
          <w:p w:rsidR="00023449" w:rsidRPr="00707650" w:rsidRDefault="00023449" w:rsidP="00707650">
            <w:pPr>
              <w:spacing w:after="0" w:line="360" w:lineRule="auto"/>
              <w:jc w:val="center"/>
              <w:rPr>
                <w:rFonts w:cs="Calibri"/>
                <w:b/>
                <w:bCs/>
                <w:noProof w:val="0"/>
                <w:lang w:eastAsia="tr-TR"/>
              </w:rPr>
            </w:pPr>
            <w:r w:rsidRPr="00707650">
              <w:rPr>
                <w:rFonts w:cs="Calibri"/>
                <w:b/>
                <w:bCs/>
                <w:noProof w:val="0"/>
                <w:lang w:eastAsia="tr-TR"/>
              </w:rPr>
              <w:t>KAZANIMLAR VE GÖSTERGELERİ</w:t>
            </w:r>
          </w:p>
          <w:p w:rsidR="00023449" w:rsidRPr="00707650" w:rsidRDefault="00023449" w:rsidP="00707650">
            <w:pPr>
              <w:autoSpaceDE w:val="0"/>
              <w:autoSpaceDN w:val="0"/>
              <w:adjustRightInd w:val="0"/>
              <w:spacing w:after="0" w:line="360" w:lineRule="auto"/>
              <w:rPr>
                <w:rFonts w:cs="Calibri"/>
                <w:b/>
                <w:lang w:val="en-US"/>
              </w:rPr>
            </w:pPr>
            <w:r>
              <w:rPr>
                <w:rFonts w:cs="Calibri"/>
                <w:b/>
                <w:lang w:val="en-US"/>
              </w:rPr>
              <w:t>DIL GELİŞİMİ</w:t>
            </w:r>
          </w:p>
          <w:p w:rsidR="00023449" w:rsidRPr="00707650" w:rsidRDefault="00023449" w:rsidP="00707650">
            <w:pPr>
              <w:autoSpaceDE w:val="0"/>
              <w:autoSpaceDN w:val="0"/>
              <w:adjustRightInd w:val="0"/>
              <w:spacing w:after="0" w:line="360" w:lineRule="auto"/>
              <w:rPr>
                <w:rFonts w:cs="Calibri"/>
                <w:b/>
                <w:lang w:val="en-US"/>
              </w:rPr>
            </w:pPr>
            <w:r w:rsidRPr="00707650">
              <w:rPr>
                <w:rFonts w:cs="Calibri"/>
                <w:lang w:val="en-US"/>
              </w:rPr>
              <w:t xml:space="preserve"> </w:t>
            </w:r>
            <w:r w:rsidRPr="00707650">
              <w:rPr>
                <w:rFonts w:cs="Calibri"/>
                <w:b/>
                <w:lang w:val="en-US"/>
              </w:rPr>
              <w:t xml:space="preserve">Kazanım 4: </w:t>
            </w:r>
            <w:r w:rsidRPr="00707650">
              <w:rPr>
                <w:b/>
              </w:rPr>
              <w:t>Konuşurken dilbilgisi yapılarını kullanır.</w:t>
            </w:r>
          </w:p>
          <w:p w:rsidR="00023449" w:rsidRDefault="00023449" w:rsidP="00707650">
            <w:pPr>
              <w:spacing w:after="0" w:line="360" w:lineRule="auto"/>
              <w:rPr>
                <w:b/>
                <w:i/>
              </w:rPr>
            </w:pPr>
            <w:r w:rsidRPr="00707650">
              <w:rPr>
                <w:rFonts w:cs="Calibri"/>
                <w:b/>
                <w:i/>
                <w:lang w:val="en-US"/>
              </w:rPr>
              <w:t>Göstergeleri:</w:t>
            </w:r>
            <w:r w:rsidRPr="00707650">
              <w:rPr>
                <w:b/>
                <w:i/>
              </w:rPr>
              <w:t xml:space="preserve"> </w:t>
            </w:r>
          </w:p>
          <w:p w:rsidR="00023449" w:rsidRDefault="00023449" w:rsidP="00707650">
            <w:pPr>
              <w:spacing w:after="0" w:line="360" w:lineRule="auto"/>
              <w:rPr>
                <w:i/>
              </w:rPr>
            </w:pPr>
            <w:r w:rsidRPr="00707650">
              <w:rPr>
                <w:i/>
              </w:rPr>
              <w:t xml:space="preserve">Cümle kurarken fiil kullanır. </w:t>
            </w:r>
          </w:p>
          <w:p w:rsidR="00023449" w:rsidRDefault="00023449" w:rsidP="00707650">
            <w:pPr>
              <w:spacing w:after="0" w:line="360" w:lineRule="auto"/>
              <w:rPr>
                <w:i/>
              </w:rPr>
            </w:pPr>
            <w:r w:rsidRPr="00707650">
              <w:rPr>
                <w:i/>
              </w:rPr>
              <w:t xml:space="preserve">Cümle kurarken bağlaç kullanır. </w:t>
            </w:r>
          </w:p>
          <w:p w:rsidR="00023449" w:rsidRDefault="00023449" w:rsidP="00707650">
            <w:pPr>
              <w:spacing w:after="0" w:line="360" w:lineRule="auto"/>
              <w:rPr>
                <w:i/>
              </w:rPr>
            </w:pPr>
            <w:r w:rsidRPr="00707650">
              <w:rPr>
                <w:i/>
              </w:rPr>
              <w:t>Cümle kurarken çoğul ifadeler kullanır.</w:t>
            </w:r>
          </w:p>
          <w:p w:rsidR="00023449" w:rsidRPr="00707650" w:rsidRDefault="00023449" w:rsidP="00707650">
            <w:pPr>
              <w:spacing w:after="0" w:line="360" w:lineRule="auto"/>
            </w:pPr>
            <w:r w:rsidRPr="00707650">
              <w:rPr>
                <w:i/>
              </w:rPr>
              <w:t>Cümle kurarken isim durumlarını kullanır.</w:t>
            </w:r>
            <w:r w:rsidRPr="00707650">
              <w:t xml:space="preserve"> </w:t>
            </w:r>
          </w:p>
          <w:p w:rsidR="00023449" w:rsidRPr="00707650" w:rsidRDefault="00023449" w:rsidP="00707650">
            <w:pPr>
              <w:spacing w:after="0" w:line="360" w:lineRule="auto"/>
            </w:pPr>
            <w:r w:rsidRPr="0001529E">
              <w:rPr>
                <w:b/>
              </w:rPr>
              <w:t>Ka</w:t>
            </w:r>
            <w:r w:rsidRPr="00707650">
              <w:rPr>
                <w:b/>
              </w:rPr>
              <w:t>zanım 7: Dinledikleri/izlediklerinin anlamını kavrar.</w:t>
            </w:r>
          </w:p>
          <w:p w:rsidR="00023449" w:rsidRDefault="00023449" w:rsidP="00707650">
            <w:pPr>
              <w:spacing w:after="0" w:line="360" w:lineRule="auto"/>
              <w:rPr>
                <w:i/>
              </w:rPr>
            </w:pPr>
            <w:r w:rsidRPr="00707650">
              <w:rPr>
                <w:b/>
                <w:i/>
              </w:rPr>
              <w:t>Göstergeleri:</w:t>
            </w:r>
            <w:r w:rsidRPr="00707650">
              <w:rPr>
                <w:i/>
              </w:rPr>
              <w:t xml:space="preserve"> Sözel yönergeleri yerine getirir. </w:t>
            </w:r>
          </w:p>
          <w:p w:rsidR="00023449" w:rsidRDefault="00023449" w:rsidP="00707650">
            <w:pPr>
              <w:spacing w:after="0" w:line="360" w:lineRule="auto"/>
              <w:rPr>
                <w:i/>
              </w:rPr>
            </w:pPr>
            <w:r w:rsidRPr="00707650">
              <w:rPr>
                <w:i/>
              </w:rPr>
              <w:t xml:space="preserve">Dinledikleri/izlediklerini açıklar. </w:t>
            </w:r>
          </w:p>
          <w:p w:rsidR="00023449" w:rsidRPr="00707650" w:rsidRDefault="00023449" w:rsidP="00707650">
            <w:pPr>
              <w:spacing w:after="0" w:line="360" w:lineRule="auto"/>
              <w:rPr>
                <w:i/>
              </w:rPr>
            </w:pPr>
            <w:r w:rsidRPr="00707650">
              <w:rPr>
                <w:i/>
              </w:rPr>
              <w:t>Dinledikleri/izledikleri hakkında yorum yapar.</w:t>
            </w:r>
          </w:p>
          <w:p w:rsidR="00023449" w:rsidRPr="00707650" w:rsidRDefault="00023449" w:rsidP="00707650">
            <w:pPr>
              <w:spacing w:after="0" w:line="360" w:lineRule="auto"/>
              <w:rPr>
                <w:b/>
              </w:rPr>
            </w:pPr>
            <w:r w:rsidRPr="00707650">
              <w:rPr>
                <w:b/>
              </w:rPr>
              <w:t>Kazanım 8: Dinlediklerini/izlediklerini çeşitli yollarla ifade eder.</w:t>
            </w:r>
          </w:p>
          <w:p w:rsidR="00023449" w:rsidRDefault="00023449" w:rsidP="00707650">
            <w:pPr>
              <w:spacing w:after="0" w:line="360" w:lineRule="auto"/>
              <w:rPr>
                <w:i/>
              </w:rPr>
            </w:pPr>
            <w:r w:rsidRPr="00707650">
              <w:rPr>
                <w:b/>
                <w:i/>
              </w:rPr>
              <w:t>Göstergeleri:</w:t>
            </w:r>
            <w:r w:rsidRPr="00707650">
              <w:rPr>
                <w:i/>
              </w:rPr>
              <w:t xml:space="preserve"> </w:t>
            </w:r>
          </w:p>
          <w:p w:rsidR="00023449" w:rsidRDefault="00023449" w:rsidP="00707650">
            <w:pPr>
              <w:spacing w:after="0" w:line="360" w:lineRule="auto"/>
              <w:rPr>
                <w:i/>
              </w:rPr>
            </w:pPr>
            <w:r w:rsidRPr="00707650">
              <w:rPr>
                <w:i/>
              </w:rPr>
              <w:t xml:space="preserve">Dinledikleri/izledikleri ile ilgili sorular sorar. </w:t>
            </w:r>
          </w:p>
          <w:p w:rsidR="00023449" w:rsidRDefault="00023449" w:rsidP="00707650">
            <w:pPr>
              <w:spacing w:after="0" w:line="360" w:lineRule="auto"/>
              <w:rPr>
                <w:i/>
              </w:rPr>
            </w:pPr>
            <w:r w:rsidRPr="00707650">
              <w:rPr>
                <w:i/>
              </w:rPr>
              <w:t xml:space="preserve">Dinledikleri/izledikleri ile ilgili sorulara cevap verir. </w:t>
            </w:r>
          </w:p>
          <w:p w:rsidR="00023449" w:rsidRDefault="00023449" w:rsidP="00707650">
            <w:pPr>
              <w:spacing w:after="0" w:line="360" w:lineRule="auto"/>
              <w:rPr>
                <w:i/>
              </w:rPr>
            </w:pPr>
            <w:r w:rsidRPr="00707650">
              <w:rPr>
                <w:i/>
              </w:rPr>
              <w:t xml:space="preserve">Dinledikleri/izlediklerini başkalarına anlatır. </w:t>
            </w:r>
          </w:p>
          <w:p w:rsidR="00023449" w:rsidRDefault="00023449" w:rsidP="00707650">
            <w:pPr>
              <w:spacing w:after="0" w:line="360" w:lineRule="auto"/>
              <w:rPr>
                <w:i/>
              </w:rPr>
            </w:pPr>
            <w:r w:rsidRPr="00707650">
              <w:rPr>
                <w:i/>
              </w:rPr>
              <w:t>Dinledikleri/izlediklerini drama yoluyla sergiler.</w:t>
            </w:r>
          </w:p>
          <w:p w:rsidR="00023449" w:rsidRPr="00AA1FEC" w:rsidRDefault="00023449" w:rsidP="00707650">
            <w:pPr>
              <w:spacing w:after="0" w:line="360" w:lineRule="auto"/>
              <w:rPr>
                <w:i/>
              </w:rPr>
            </w:pPr>
            <w:r w:rsidRPr="00707650">
              <w:rPr>
                <w:b/>
              </w:rPr>
              <w:t xml:space="preserve">SOSYAL VE  </w:t>
            </w:r>
            <w:r>
              <w:rPr>
                <w:b/>
              </w:rPr>
              <w:t>DUYGUSAL GELİŞİM</w:t>
            </w:r>
          </w:p>
          <w:p w:rsidR="00023449" w:rsidRDefault="00023449" w:rsidP="00707650">
            <w:pPr>
              <w:spacing w:after="0" w:line="360" w:lineRule="auto"/>
              <w:rPr>
                <w:b/>
              </w:rPr>
            </w:pPr>
            <w:r w:rsidRPr="00707650">
              <w:rPr>
                <w:b/>
              </w:rPr>
              <w:t xml:space="preserve">Kazanım 15: Kendine güvenir. </w:t>
            </w:r>
          </w:p>
          <w:p w:rsidR="00023449" w:rsidRDefault="00023449" w:rsidP="00707650">
            <w:pPr>
              <w:spacing w:after="0" w:line="360" w:lineRule="auto"/>
              <w:rPr>
                <w:i/>
              </w:rPr>
            </w:pPr>
            <w:r w:rsidRPr="00707650">
              <w:rPr>
                <w:b/>
                <w:i/>
              </w:rPr>
              <w:t>Göstergeleri:</w:t>
            </w:r>
            <w:r w:rsidRPr="00707650">
              <w:rPr>
                <w:i/>
              </w:rPr>
              <w:t xml:space="preserve"> </w:t>
            </w:r>
          </w:p>
          <w:p w:rsidR="00023449" w:rsidRPr="00707650" w:rsidRDefault="00023449" w:rsidP="00707650">
            <w:pPr>
              <w:spacing w:after="0" w:line="360" w:lineRule="auto"/>
              <w:rPr>
                <w:b/>
              </w:rPr>
            </w:pPr>
            <w:r w:rsidRPr="00707650">
              <w:rPr>
                <w:i/>
              </w:rPr>
              <w:t>Grup önünde kendini ifade eder.</w:t>
            </w:r>
          </w:p>
        </w:tc>
        <w:tc>
          <w:tcPr>
            <w:tcW w:w="7085"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bCs/>
                <w:noProof w:val="0"/>
                <w:lang w:eastAsia="tr-TR"/>
              </w:rPr>
            </w:pPr>
          </w:p>
          <w:p w:rsidR="00023449" w:rsidRPr="00707650" w:rsidRDefault="00023449" w:rsidP="00707650">
            <w:pPr>
              <w:autoSpaceDE w:val="0"/>
              <w:autoSpaceDN w:val="0"/>
              <w:adjustRightInd w:val="0"/>
              <w:spacing w:after="0" w:line="360" w:lineRule="auto"/>
              <w:jc w:val="center"/>
              <w:rPr>
                <w:rFonts w:cs="Calibri"/>
                <w:b/>
                <w:bCs/>
                <w:noProof w:val="0"/>
                <w:lang w:eastAsia="tr-TR"/>
              </w:rPr>
            </w:pPr>
            <w:r w:rsidRPr="00707650">
              <w:rPr>
                <w:rFonts w:cs="Calibri"/>
                <w:b/>
                <w:bCs/>
                <w:noProof w:val="0"/>
                <w:lang w:eastAsia="tr-TR"/>
              </w:rPr>
              <w:t>ÖĞRENME SÜRECİ</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 xml:space="preserve">Çocuklarla birlikte rahat bir oyun alanı oluşturulur. </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Meslek sahipleri, yaptıkları işler ve kullandıkları araçları anlatan sinevizyon sunumu yapılır. Çocuklarla meslekler hakkında konuşulur.</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 xml:space="preserve">Çocuklar iki gruba ayırılır. Her gruptan bir kişi öğretmenin yanına gelir. </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Öğretmen çocukların her birinin kulaklarına bir meslek ismi söyler.</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Canlandırması gereken hareketlerle ilgili çocuklarla birebir görüşür.</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Bu çocuklar sırayla kendi gruplarının kar</w:t>
            </w:r>
            <w:r>
              <w:rPr>
                <w:rFonts w:cs="Helvetica"/>
              </w:rPr>
              <w:t>şısın geçerler. Arkadaşlarına “B</w:t>
            </w:r>
            <w:r w:rsidRPr="00707650">
              <w:rPr>
                <w:rFonts w:cs="Helvetica"/>
              </w:rPr>
              <w:t>en ne yapıyorum?</w:t>
            </w:r>
            <w:r>
              <w:rPr>
                <w:rFonts w:cs="Helvetica"/>
              </w:rPr>
              <w:t>” d</w:t>
            </w:r>
            <w:r w:rsidRPr="00707650">
              <w:rPr>
                <w:rFonts w:cs="Helvetica"/>
              </w:rPr>
              <w:t>iye sorarak 3 dk içinde hiç konuşmadan öğretmenin verdiği mesleğe uygun hareketleri yaparlar.</w:t>
            </w:r>
          </w:p>
          <w:p w:rsidR="00023449" w:rsidRPr="00707650" w:rsidRDefault="00023449" w:rsidP="00707650">
            <w:pPr>
              <w:pStyle w:val="ListParagraph"/>
              <w:numPr>
                <w:ilvl w:val="0"/>
                <w:numId w:val="5"/>
              </w:numPr>
              <w:tabs>
                <w:tab w:val="left" w:pos="121"/>
              </w:tabs>
              <w:spacing w:after="0" w:line="360" w:lineRule="auto"/>
              <w:ind w:left="0" w:firstLine="0"/>
              <w:rPr>
                <w:b/>
              </w:rPr>
            </w:pPr>
            <w:r w:rsidRPr="00707650">
              <w:rPr>
                <w:rFonts w:cs="Helvetica"/>
              </w:rPr>
              <w:t xml:space="preserve">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tc>
      </w:tr>
    </w:tbl>
    <w:p w:rsidR="00023449" w:rsidRPr="00707650" w:rsidRDefault="00023449" w:rsidP="0070765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23449" w:rsidRPr="00707650" w:rsidTr="002702D7">
        <w:tc>
          <w:tcPr>
            <w:tcW w:w="7054" w:type="dxa"/>
            <w:tcBorders>
              <w:top w:val="single" w:sz="4" w:space="0" w:color="000000"/>
              <w:bottom w:val="single" w:sz="4" w:space="0" w:color="000000"/>
            </w:tcBorders>
          </w:tcPr>
          <w:p w:rsidR="00023449" w:rsidRPr="00707650" w:rsidRDefault="00023449" w:rsidP="00707650">
            <w:pPr>
              <w:spacing w:after="0" w:line="360" w:lineRule="auto"/>
              <w:rPr>
                <w:rFonts w:cs="Calibri"/>
                <w:b/>
                <w:noProof w:val="0"/>
                <w:lang w:eastAsia="tr-TR"/>
              </w:rPr>
            </w:pPr>
          </w:p>
          <w:p w:rsidR="00023449" w:rsidRPr="00707650" w:rsidRDefault="00023449" w:rsidP="00707650">
            <w:pPr>
              <w:tabs>
                <w:tab w:val="left" w:pos="993"/>
              </w:tabs>
              <w:spacing w:after="0" w:line="360" w:lineRule="auto"/>
              <w:jc w:val="center"/>
              <w:rPr>
                <w:rFonts w:cs="Calibri"/>
                <w:b/>
                <w:noProof w:val="0"/>
                <w:lang w:eastAsia="tr-TR"/>
              </w:rPr>
            </w:pPr>
            <w:r w:rsidRPr="00707650">
              <w:rPr>
                <w:rFonts w:cs="Calibri"/>
                <w:b/>
                <w:noProof w:val="0"/>
                <w:lang w:eastAsia="tr-TR"/>
              </w:rPr>
              <w:t>Materyaller</w:t>
            </w:r>
          </w:p>
          <w:p w:rsidR="00023449" w:rsidRPr="00707650" w:rsidRDefault="00023449" w:rsidP="00707650">
            <w:pPr>
              <w:tabs>
                <w:tab w:val="left" w:pos="993"/>
              </w:tabs>
              <w:spacing w:after="0" w:line="360" w:lineRule="auto"/>
              <w:jc w:val="center"/>
              <w:rPr>
                <w:rFonts w:cs="Calibri"/>
                <w:b/>
                <w:noProof w:val="0"/>
                <w:lang w:eastAsia="tr-TR"/>
              </w:rPr>
            </w:pPr>
            <w:r w:rsidRPr="00707650">
              <w:rPr>
                <w:rFonts w:cs="Calibri"/>
                <w:lang w:val="en-US"/>
              </w:rPr>
              <w:t xml:space="preserve">Sinevizyon, bilgisayar, tahta kalemi, tahta </w:t>
            </w:r>
          </w:p>
          <w:p w:rsidR="00023449" w:rsidRPr="00707650" w:rsidRDefault="00023449" w:rsidP="00707650">
            <w:pPr>
              <w:tabs>
                <w:tab w:val="left" w:pos="993"/>
              </w:tabs>
              <w:spacing w:after="0" w:line="360" w:lineRule="auto"/>
              <w:jc w:val="center"/>
              <w:rPr>
                <w:rFonts w:cs="Calibri"/>
                <w:b/>
                <w:bCs/>
                <w:noProof w:val="0"/>
                <w:lang w:eastAsia="tr-TR"/>
              </w:rPr>
            </w:pPr>
            <w:r w:rsidRPr="00707650">
              <w:rPr>
                <w:rFonts w:cs="Calibri"/>
                <w:b/>
                <w:bCs/>
                <w:noProof w:val="0"/>
                <w:lang w:eastAsia="tr-TR"/>
              </w:rPr>
              <w:t>Sözcükler</w:t>
            </w:r>
          </w:p>
          <w:p w:rsidR="00023449" w:rsidRPr="00707650" w:rsidRDefault="00023449" w:rsidP="00707650">
            <w:pPr>
              <w:tabs>
                <w:tab w:val="left" w:pos="993"/>
              </w:tabs>
              <w:spacing w:after="0" w:line="360" w:lineRule="auto"/>
              <w:jc w:val="center"/>
              <w:rPr>
                <w:rFonts w:cs="Calibri"/>
                <w:bCs/>
                <w:noProof w:val="0"/>
                <w:lang w:eastAsia="tr-TR"/>
              </w:rPr>
            </w:pPr>
            <w:r w:rsidRPr="00707650">
              <w:rPr>
                <w:rFonts w:cs="Calibri"/>
                <w:bCs/>
                <w:noProof w:val="0"/>
                <w:lang w:eastAsia="tr-TR"/>
              </w:rPr>
              <w:t>Meslek isimleri</w:t>
            </w:r>
          </w:p>
          <w:p w:rsidR="00023449" w:rsidRDefault="00023449" w:rsidP="00707650">
            <w:pPr>
              <w:tabs>
                <w:tab w:val="left" w:pos="991"/>
              </w:tabs>
              <w:spacing w:after="0" w:line="360" w:lineRule="auto"/>
              <w:jc w:val="center"/>
              <w:rPr>
                <w:rFonts w:cs="Calibri"/>
                <w:b/>
                <w:bCs/>
                <w:noProof w:val="0"/>
                <w:lang w:eastAsia="tr-TR"/>
              </w:rPr>
            </w:pPr>
            <w:r w:rsidRPr="00707650">
              <w:rPr>
                <w:rFonts w:cs="Calibri"/>
                <w:b/>
                <w:bCs/>
                <w:noProof w:val="0"/>
                <w:lang w:eastAsia="tr-TR"/>
              </w:rPr>
              <w:t>Kavramlar</w:t>
            </w:r>
          </w:p>
          <w:p w:rsidR="00023449" w:rsidRPr="00707650" w:rsidRDefault="00023449" w:rsidP="00707650">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AİLE KATILIMI</w:t>
            </w:r>
          </w:p>
          <w:p w:rsidR="00023449" w:rsidRPr="00707650" w:rsidRDefault="00023449" w:rsidP="00AA1FEC">
            <w:pPr>
              <w:pStyle w:val="amlcaocukPlan"/>
              <w:numPr>
                <w:ilvl w:val="0"/>
                <w:numId w:val="0"/>
              </w:numPr>
              <w:spacing w:line="360" w:lineRule="auto"/>
              <w:ind w:left="142"/>
              <w:rPr>
                <w:sz w:val="22"/>
                <w:szCs w:val="22"/>
              </w:rPr>
            </w:pPr>
          </w:p>
        </w:tc>
      </w:tr>
    </w:tbl>
    <w:p w:rsidR="00023449" w:rsidRPr="00707650" w:rsidRDefault="00023449" w:rsidP="0070765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23449" w:rsidRPr="00707650" w:rsidTr="002702D7">
        <w:tc>
          <w:tcPr>
            <w:tcW w:w="7423"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eastAsia="Arial Unicode MS" w:cs="Calibri"/>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eastAsia="Arial Unicode MS" w:cs="Calibri"/>
                <w:noProof w:val="0"/>
                <w:lang w:eastAsia="tr-TR"/>
              </w:rPr>
              <w:t xml:space="preserve"> </w:t>
            </w:r>
            <w:r w:rsidRPr="00707650">
              <w:rPr>
                <w:rFonts w:cs="Calibri"/>
                <w:b/>
                <w:noProof w:val="0"/>
                <w:lang w:eastAsia="tr-TR"/>
              </w:rPr>
              <w:t>DEĞERLENDİRME</w:t>
            </w:r>
          </w:p>
          <w:p w:rsidR="00023449" w:rsidRPr="00707650" w:rsidRDefault="00023449" w:rsidP="00707650">
            <w:pPr>
              <w:autoSpaceDE w:val="0"/>
              <w:autoSpaceDN w:val="0"/>
              <w:adjustRightInd w:val="0"/>
              <w:spacing w:after="0" w:line="360" w:lineRule="auto"/>
              <w:rPr>
                <w:rFonts w:cs="Calibri"/>
                <w:noProof w:val="0"/>
                <w:lang w:eastAsia="tr-TR"/>
              </w:rPr>
            </w:pPr>
            <w:r w:rsidRPr="00707650">
              <w:rPr>
                <w:rFonts w:cs="Calibri"/>
                <w:noProof w:val="0"/>
                <w:lang w:eastAsia="tr-TR"/>
              </w:rPr>
              <w:t>Etkinlik sonunda çocuklara aşağıdaki türde sorular yöneltilebilir.</w:t>
            </w:r>
          </w:p>
          <w:p w:rsidR="00023449" w:rsidRPr="00707650" w:rsidRDefault="00023449"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En çok hoşunuza giden/ilginizi çeken meslek hangisi?</w:t>
            </w:r>
          </w:p>
          <w:p w:rsidR="00023449" w:rsidRPr="00707650" w:rsidRDefault="00023449"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Hangi arkadaşlarımız, hangi hareketleri yaptı?</w:t>
            </w:r>
          </w:p>
          <w:p w:rsidR="00023449" w:rsidRPr="00707650" w:rsidRDefault="00023449" w:rsidP="00707650">
            <w:pPr>
              <w:pStyle w:val="NormalWeb"/>
              <w:numPr>
                <w:ilvl w:val="0"/>
                <w:numId w:val="5"/>
              </w:numPr>
              <w:shd w:val="clear" w:color="auto" w:fill="FFFFFF"/>
              <w:tabs>
                <w:tab w:val="left" w:pos="142"/>
              </w:tabs>
              <w:spacing w:before="0" w:beforeAutospacing="0" w:after="0" w:afterAutospacing="0" w:line="360" w:lineRule="auto"/>
              <w:ind w:left="0" w:firstLine="0"/>
              <w:rPr>
                <w:rFonts w:ascii="Calibri" w:hAnsi="Calibri" w:cs="Calibri"/>
                <w:sz w:val="22"/>
                <w:szCs w:val="22"/>
                <w:lang w:val="en-US"/>
              </w:rPr>
            </w:pPr>
            <w:r w:rsidRPr="00707650">
              <w:rPr>
                <w:rFonts w:ascii="Calibri" w:hAnsi="Calibri" w:cs="Calibri"/>
                <w:sz w:val="22"/>
                <w:szCs w:val="22"/>
                <w:lang w:val="en-US"/>
              </w:rPr>
              <w:t>Spikerlik mesleğini yapsaydınız nasıl haber sunardınız?</w:t>
            </w:r>
          </w:p>
          <w:p w:rsidR="00023449" w:rsidRPr="00707650" w:rsidRDefault="00023449" w:rsidP="00707650">
            <w:pPr>
              <w:pStyle w:val="NormalWeb"/>
              <w:shd w:val="clear" w:color="auto" w:fill="FFFFFF"/>
              <w:spacing w:before="0" w:beforeAutospacing="0" w:after="0" w:afterAutospacing="0" w:line="360" w:lineRule="auto"/>
              <w:rPr>
                <w:rFonts w:ascii="Calibri" w:hAnsi="Calibri" w:cs="Calibri"/>
                <w:sz w:val="22"/>
                <w:szCs w:val="22"/>
                <w:lang w:val="en-US"/>
              </w:rPr>
            </w:pPr>
          </w:p>
        </w:tc>
        <w:tc>
          <w:tcPr>
            <w:tcW w:w="7423"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UYARLAMA</w:t>
            </w:r>
          </w:p>
          <w:p w:rsidR="00023449" w:rsidRPr="00707650" w:rsidRDefault="00023449" w:rsidP="00707650">
            <w:pPr>
              <w:pStyle w:val="amlcaocukPlan"/>
              <w:spacing w:line="360" w:lineRule="auto"/>
              <w:rPr>
                <w:sz w:val="22"/>
                <w:szCs w:val="22"/>
              </w:rPr>
            </w:pPr>
            <w:r w:rsidRPr="0070765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23449" w:rsidRPr="00707650" w:rsidRDefault="00023449" w:rsidP="00707650">
      <w:pPr>
        <w:spacing w:after="0" w:line="360" w:lineRule="auto"/>
        <w:rPr>
          <w:rFonts w:cs="Calibri"/>
          <w:noProof w:val="0"/>
        </w:rPr>
      </w:pPr>
    </w:p>
    <w:p w:rsidR="00023449" w:rsidRDefault="00023449" w:rsidP="00707650">
      <w:pPr>
        <w:spacing w:after="0" w:line="360" w:lineRule="auto"/>
        <w:jc w:val="center"/>
        <w:rPr>
          <w:rFonts w:eastAsia="Arial Unicode MS" w:cs="Calibri"/>
          <w:b/>
          <w:bCs/>
          <w:lang w:val="en-US"/>
        </w:rPr>
      </w:pPr>
    </w:p>
    <w:p w:rsidR="00023449" w:rsidRDefault="00023449" w:rsidP="00441A5E">
      <w:pPr>
        <w:spacing w:after="0" w:line="360" w:lineRule="auto"/>
        <w:jc w:val="center"/>
        <w:rPr>
          <w:rFonts w:cs="Calibri"/>
          <w:b/>
          <w:noProof w:val="0"/>
          <w:lang w:eastAsia="tr-TR"/>
        </w:rPr>
      </w:pPr>
      <w:r w:rsidRPr="00707650">
        <w:rPr>
          <w:rFonts w:eastAsia="Arial Unicode MS" w:cs="Calibri"/>
          <w:b/>
          <w:bCs/>
          <w:lang w:val="en-US"/>
        </w:rPr>
        <w:t>Şekillerle Resim Yapalım</w:t>
      </w:r>
    </w:p>
    <w:p w:rsidR="00023449" w:rsidRDefault="00023449" w:rsidP="00707650">
      <w:pPr>
        <w:spacing w:after="0" w:line="360" w:lineRule="auto"/>
        <w:rPr>
          <w:rFonts w:cs="Calibri"/>
          <w:noProof w:val="0"/>
        </w:rPr>
      </w:pPr>
      <w:r w:rsidRPr="00707650">
        <w:rPr>
          <w:rFonts w:cs="Calibri"/>
          <w:b/>
          <w:bCs/>
          <w:noProof w:val="0"/>
        </w:rPr>
        <w:t xml:space="preserve">Etkinlik Çeşidi: </w:t>
      </w:r>
      <w:r>
        <w:t>Okuma Yazmaya Hazırlık (</w:t>
      </w:r>
      <w:r w:rsidRPr="00707650">
        <w:t>Bireysel Etkinlik)</w:t>
      </w:r>
      <w:r w:rsidRPr="00707650">
        <w:rPr>
          <w:rFonts w:cs="Calibri"/>
          <w:bCs/>
          <w:noProof w:val="0"/>
        </w:rPr>
        <w:t xml:space="preserve"> </w:t>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sidRPr="00707650">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A1FEC">
        <w:rPr>
          <w:rFonts w:cs="Calibri"/>
          <w:b/>
          <w:bCs/>
          <w:noProof w:val="0"/>
        </w:rPr>
        <w:t>Y</w:t>
      </w:r>
      <w:r w:rsidRPr="00AA1FEC">
        <w:rPr>
          <w:rFonts w:cs="Calibri"/>
          <w:b/>
          <w:noProof w:val="0"/>
        </w:rPr>
        <w:t>aş</w:t>
      </w:r>
      <w:r w:rsidRPr="00707650">
        <w:rPr>
          <w:rFonts w:cs="Calibri"/>
          <w:b/>
          <w:noProof w:val="0"/>
        </w:rPr>
        <w:t xml:space="preserve"> Grubu: </w:t>
      </w:r>
      <w:r w:rsidRPr="00707650">
        <w:rPr>
          <w:rFonts w:cs="Calibri"/>
          <w:noProof w:val="0"/>
        </w:rPr>
        <w:t>36-48 Ay</w:t>
      </w:r>
    </w:p>
    <w:p w:rsidR="00023449" w:rsidRPr="00707650" w:rsidRDefault="00023449" w:rsidP="00707650">
      <w:pPr>
        <w:spacing w:after="0" w:line="360" w:lineRule="auto"/>
        <w:rPr>
          <w:rFonts w:cs="Calibri"/>
          <w:b/>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023449" w:rsidRPr="00707650" w:rsidTr="007108EE">
        <w:trPr>
          <w:trHeight w:val="4152"/>
        </w:trPr>
        <w:tc>
          <w:tcPr>
            <w:tcW w:w="7423" w:type="dxa"/>
            <w:tcBorders>
              <w:top w:val="single" w:sz="4" w:space="0" w:color="000000"/>
              <w:bottom w:val="single" w:sz="4" w:space="0" w:color="000000"/>
            </w:tcBorders>
          </w:tcPr>
          <w:p w:rsidR="00023449" w:rsidRPr="00707650" w:rsidRDefault="00023449" w:rsidP="00707650">
            <w:pPr>
              <w:spacing w:after="0" w:line="360" w:lineRule="auto"/>
              <w:jc w:val="center"/>
              <w:rPr>
                <w:rFonts w:cs="Calibri"/>
                <w:b/>
                <w:bCs/>
                <w:noProof w:val="0"/>
                <w:lang w:eastAsia="tr-TR"/>
              </w:rPr>
            </w:pPr>
          </w:p>
          <w:p w:rsidR="00023449" w:rsidRPr="00AA1FEC" w:rsidRDefault="00023449" w:rsidP="00AA1FEC">
            <w:pPr>
              <w:spacing w:after="0" w:line="360" w:lineRule="auto"/>
              <w:jc w:val="center"/>
              <w:rPr>
                <w:rFonts w:cs="Calibri"/>
                <w:b/>
                <w:bCs/>
                <w:noProof w:val="0"/>
                <w:lang w:eastAsia="tr-TR"/>
              </w:rPr>
            </w:pPr>
            <w:r w:rsidRPr="00707650">
              <w:rPr>
                <w:rFonts w:cs="Calibri"/>
                <w:b/>
                <w:bCs/>
                <w:noProof w:val="0"/>
                <w:lang w:eastAsia="tr-TR"/>
              </w:rPr>
              <w:t>KAZANIMLAR VE GÖSTERGELERİ</w:t>
            </w:r>
          </w:p>
          <w:p w:rsidR="00023449" w:rsidRPr="00707650" w:rsidRDefault="00023449" w:rsidP="00707650">
            <w:pPr>
              <w:spacing w:after="0" w:line="360" w:lineRule="auto"/>
              <w:rPr>
                <w:b/>
              </w:rPr>
            </w:pPr>
            <w:r>
              <w:rPr>
                <w:b/>
              </w:rPr>
              <w:t>BİLİŞSEL GELİŞİM</w:t>
            </w:r>
          </w:p>
          <w:p w:rsidR="00023449" w:rsidRPr="00707650" w:rsidRDefault="00023449" w:rsidP="00707650">
            <w:pPr>
              <w:spacing w:after="0" w:line="360" w:lineRule="auto"/>
              <w:rPr>
                <w:b/>
              </w:rPr>
            </w:pPr>
            <w:r w:rsidRPr="00707650">
              <w:rPr>
                <w:b/>
              </w:rPr>
              <w:t>Kazanım12:</w:t>
            </w:r>
            <w:r>
              <w:rPr>
                <w:b/>
              </w:rPr>
              <w:t xml:space="preserve"> </w:t>
            </w:r>
            <w:r w:rsidRPr="00707650">
              <w:rPr>
                <w:b/>
              </w:rPr>
              <w:t>Geometrik şekilleri tanır.</w:t>
            </w:r>
          </w:p>
          <w:p w:rsidR="00023449" w:rsidRDefault="00023449" w:rsidP="00707650">
            <w:pPr>
              <w:spacing w:after="0" w:line="360" w:lineRule="auto"/>
              <w:rPr>
                <w:b/>
                <w:i/>
              </w:rPr>
            </w:pPr>
            <w:r w:rsidRPr="00707650">
              <w:rPr>
                <w:b/>
                <w:i/>
              </w:rPr>
              <w:t xml:space="preserve">Göstergeleri: </w:t>
            </w:r>
          </w:p>
          <w:p w:rsidR="00023449" w:rsidRDefault="00023449" w:rsidP="00707650">
            <w:pPr>
              <w:spacing w:after="0" w:line="360" w:lineRule="auto"/>
              <w:rPr>
                <w:i/>
              </w:rPr>
            </w:pPr>
            <w:r w:rsidRPr="00707650">
              <w:rPr>
                <w:i/>
              </w:rPr>
              <w:t xml:space="preserve">Gösterilen geometrik şeklin ismini söyler. </w:t>
            </w:r>
          </w:p>
          <w:p w:rsidR="00023449" w:rsidRDefault="00023449" w:rsidP="00707650">
            <w:pPr>
              <w:spacing w:after="0" w:line="360" w:lineRule="auto"/>
              <w:rPr>
                <w:i/>
              </w:rPr>
            </w:pPr>
            <w:r w:rsidRPr="00707650">
              <w:rPr>
                <w:i/>
              </w:rPr>
              <w:t xml:space="preserve">Geometrik şekillerin özelliklerini söyler. </w:t>
            </w:r>
          </w:p>
          <w:p w:rsidR="00023449" w:rsidRPr="00707650" w:rsidRDefault="00023449" w:rsidP="00707650">
            <w:pPr>
              <w:spacing w:after="0" w:line="360" w:lineRule="auto"/>
              <w:rPr>
                <w:i/>
              </w:rPr>
            </w:pPr>
            <w:r w:rsidRPr="00707650">
              <w:rPr>
                <w:i/>
              </w:rPr>
              <w:t>Geometrik şekillere benzeyen nesneleri gösterir.</w:t>
            </w:r>
          </w:p>
          <w:p w:rsidR="00023449" w:rsidRPr="00707650" w:rsidRDefault="00023449" w:rsidP="00707650">
            <w:pPr>
              <w:spacing w:after="0" w:line="360" w:lineRule="auto"/>
            </w:pPr>
          </w:p>
          <w:p w:rsidR="00023449" w:rsidRPr="00707650" w:rsidRDefault="00023449" w:rsidP="00707650">
            <w:pPr>
              <w:spacing w:after="0" w:line="360" w:lineRule="auto"/>
              <w:rPr>
                <w:rFonts w:cs="Calibri"/>
                <w:b/>
                <w:bCs/>
                <w:noProof w:val="0"/>
                <w:lang w:eastAsia="tr-TR"/>
              </w:rPr>
            </w:pPr>
            <w:r>
              <w:rPr>
                <w:rFonts w:cs="Calibri"/>
                <w:b/>
                <w:bCs/>
                <w:noProof w:val="0"/>
                <w:lang w:eastAsia="tr-TR"/>
              </w:rPr>
              <w:t>MOTOR GELİŞİM</w:t>
            </w:r>
          </w:p>
          <w:p w:rsidR="00023449" w:rsidRPr="00707650" w:rsidRDefault="00023449" w:rsidP="00707650">
            <w:pPr>
              <w:spacing w:after="0" w:line="360" w:lineRule="auto"/>
              <w:rPr>
                <w:b/>
              </w:rPr>
            </w:pPr>
            <w:r w:rsidRPr="00707650">
              <w:rPr>
                <w:b/>
              </w:rPr>
              <w:t>Kazanım 4: Küçük kas kullanımı gerektiren hareketleri yapar.</w:t>
            </w:r>
          </w:p>
          <w:p w:rsidR="00023449" w:rsidRDefault="00023449" w:rsidP="00707650">
            <w:pPr>
              <w:spacing w:after="0" w:line="360" w:lineRule="auto"/>
              <w:rPr>
                <w:i/>
              </w:rPr>
            </w:pPr>
            <w:r w:rsidRPr="00707650">
              <w:rPr>
                <w:b/>
                <w:i/>
              </w:rPr>
              <w:t>Göstergeleri:</w:t>
            </w:r>
            <w:r w:rsidRPr="00707650">
              <w:rPr>
                <w:i/>
              </w:rPr>
              <w:t xml:space="preserve"> </w:t>
            </w:r>
          </w:p>
          <w:p w:rsidR="00023449" w:rsidRDefault="00023449" w:rsidP="00707650">
            <w:pPr>
              <w:spacing w:after="0" w:line="360" w:lineRule="auto"/>
              <w:rPr>
                <w:i/>
              </w:rPr>
            </w:pPr>
            <w:r w:rsidRPr="00707650">
              <w:rPr>
                <w:i/>
              </w:rPr>
              <w:t xml:space="preserve">Kalemi doğru tutar. </w:t>
            </w:r>
          </w:p>
          <w:p w:rsidR="00023449" w:rsidRDefault="00023449" w:rsidP="00707650">
            <w:pPr>
              <w:spacing w:after="0" w:line="360" w:lineRule="auto"/>
              <w:rPr>
                <w:i/>
              </w:rPr>
            </w:pPr>
            <w:r w:rsidRPr="00707650">
              <w:rPr>
                <w:i/>
              </w:rPr>
              <w:t xml:space="preserve">Kalem kontrolünü sağlar. </w:t>
            </w:r>
          </w:p>
          <w:p w:rsidR="00023449" w:rsidRPr="00707650" w:rsidRDefault="00023449" w:rsidP="00707650">
            <w:pPr>
              <w:spacing w:after="0" w:line="360" w:lineRule="auto"/>
              <w:rPr>
                <w:i/>
              </w:rPr>
            </w:pPr>
            <w:r w:rsidRPr="00707650">
              <w:rPr>
                <w:i/>
              </w:rPr>
              <w:t>Çizgileri istenilen nitelikte çizer.</w:t>
            </w:r>
          </w:p>
          <w:p w:rsidR="00023449" w:rsidRPr="00707650" w:rsidRDefault="00023449" w:rsidP="00707650">
            <w:pPr>
              <w:spacing w:after="0" w:line="360" w:lineRule="auto"/>
              <w:rPr>
                <w:rFonts w:cs="Calibri"/>
                <w:bCs/>
                <w:i/>
                <w:noProof w:val="0"/>
                <w:lang w:eastAsia="tr-TR"/>
              </w:rPr>
            </w:pPr>
          </w:p>
        </w:tc>
        <w:tc>
          <w:tcPr>
            <w:tcW w:w="7423"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bCs/>
                <w:noProof w:val="0"/>
                <w:lang w:eastAsia="tr-TR"/>
              </w:rPr>
            </w:pPr>
          </w:p>
          <w:p w:rsidR="00023449" w:rsidRPr="00707650" w:rsidRDefault="00023449" w:rsidP="00707650">
            <w:pPr>
              <w:autoSpaceDE w:val="0"/>
              <w:autoSpaceDN w:val="0"/>
              <w:adjustRightInd w:val="0"/>
              <w:spacing w:after="0" w:line="360" w:lineRule="auto"/>
              <w:jc w:val="center"/>
              <w:rPr>
                <w:rFonts w:cs="Calibri"/>
                <w:b/>
                <w:bCs/>
                <w:noProof w:val="0"/>
                <w:lang w:eastAsia="tr-TR"/>
              </w:rPr>
            </w:pPr>
            <w:r w:rsidRPr="00707650">
              <w:rPr>
                <w:rFonts w:cs="Calibri"/>
                <w:b/>
                <w:bCs/>
                <w:noProof w:val="0"/>
                <w:lang w:eastAsia="tr-TR"/>
              </w:rPr>
              <w:t>ÖĞRENME SÜRECİ</w:t>
            </w:r>
          </w:p>
          <w:p w:rsidR="00023449" w:rsidRPr="00707650" w:rsidRDefault="00023449" w:rsidP="00707650">
            <w:pPr>
              <w:pStyle w:val="ListParagraph"/>
              <w:numPr>
                <w:ilvl w:val="0"/>
                <w:numId w:val="6"/>
              </w:numPr>
              <w:tabs>
                <w:tab w:val="left" w:pos="111"/>
              </w:tabs>
              <w:spacing w:after="0" w:line="360" w:lineRule="auto"/>
              <w:ind w:left="0" w:hanging="30"/>
            </w:pPr>
            <w:r w:rsidRPr="00707650">
              <w:t>Tahtaya  geometrik şekiller çizilir. Bu şekillerin isimleri ve neye benzedikleri hakkında konuşulur.</w:t>
            </w:r>
          </w:p>
          <w:p w:rsidR="00023449" w:rsidRPr="00707650" w:rsidRDefault="00023449" w:rsidP="00707650">
            <w:pPr>
              <w:pStyle w:val="ListParagraph"/>
              <w:numPr>
                <w:ilvl w:val="0"/>
                <w:numId w:val="6"/>
              </w:numPr>
              <w:tabs>
                <w:tab w:val="left" w:pos="111"/>
              </w:tabs>
              <w:spacing w:after="0" w:line="360" w:lineRule="auto"/>
              <w:ind w:left="0" w:hanging="30"/>
            </w:pPr>
            <w:r w:rsidRPr="00707650">
              <w:t>Çocuklar tahtaya sırayla kaldırılır. Her çocuk için tahtaya kesikli çizgilerle bir şekil çizilir. Şekillerin çizim yönleri ok işaretleri ile vurgulanır. Çocuklardan kesikli çzigileri birleştirerek geometrik şekli tamamlamaları istenir.</w:t>
            </w:r>
          </w:p>
          <w:p w:rsidR="00023449" w:rsidRPr="00707650" w:rsidRDefault="00023449" w:rsidP="00707650">
            <w:pPr>
              <w:pStyle w:val="ListParagraph"/>
              <w:numPr>
                <w:ilvl w:val="0"/>
                <w:numId w:val="6"/>
              </w:numPr>
              <w:tabs>
                <w:tab w:val="left" w:pos="111"/>
              </w:tabs>
              <w:spacing w:after="0" w:line="360" w:lineRule="auto"/>
              <w:ind w:left="0" w:hanging="30"/>
            </w:pPr>
            <w:r w:rsidRPr="00707650">
              <w:t>İkinci aşamada tahtadaki bu şekli kullanarak bir resim yapmaları  istenir.</w:t>
            </w:r>
          </w:p>
          <w:p w:rsidR="00023449" w:rsidRPr="00707650" w:rsidRDefault="00023449" w:rsidP="00707650">
            <w:pPr>
              <w:pStyle w:val="ListParagraph"/>
              <w:numPr>
                <w:ilvl w:val="0"/>
                <w:numId w:val="6"/>
              </w:numPr>
              <w:tabs>
                <w:tab w:val="left" w:pos="111"/>
              </w:tabs>
              <w:spacing w:after="0" w:line="360" w:lineRule="auto"/>
              <w:ind w:left="0" w:hanging="30"/>
            </w:pPr>
            <w:r w:rsidRPr="00707650">
              <w:t xml:space="preserve">Her çocuk kendi şeklini özgün bir tasarımla resimleri içine alır. </w:t>
            </w:r>
          </w:p>
          <w:p w:rsidR="00023449" w:rsidRPr="00707650" w:rsidRDefault="00023449" w:rsidP="00707650">
            <w:pPr>
              <w:pStyle w:val="ListParagraph"/>
              <w:numPr>
                <w:ilvl w:val="0"/>
                <w:numId w:val="6"/>
              </w:numPr>
              <w:tabs>
                <w:tab w:val="left" w:pos="111"/>
              </w:tabs>
              <w:spacing w:after="0" w:line="360" w:lineRule="auto"/>
              <w:ind w:left="0" w:hanging="30"/>
            </w:pPr>
            <w:r w:rsidRPr="00707650">
              <w:t xml:space="preserve">Daha sonra sınıftan bu şekle benzeyen bir materyal ya da eşya gösterir.  </w:t>
            </w:r>
          </w:p>
          <w:p w:rsidR="00023449" w:rsidRPr="00707650" w:rsidRDefault="00023449" w:rsidP="00707650">
            <w:pPr>
              <w:pStyle w:val="ListParagraph"/>
              <w:numPr>
                <w:ilvl w:val="0"/>
                <w:numId w:val="6"/>
              </w:numPr>
              <w:tabs>
                <w:tab w:val="left" w:pos="111"/>
              </w:tabs>
              <w:spacing w:after="0" w:line="360" w:lineRule="auto"/>
              <w:ind w:left="0" w:hanging="30"/>
            </w:pPr>
            <w:r w:rsidRPr="00707650">
              <w:t xml:space="preserve">Bütün çocuklar tahtaya kaldırılır ve etkinlik sonunda alkışlanır. </w:t>
            </w:r>
          </w:p>
          <w:p w:rsidR="00023449" w:rsidRPr="00707650" w:rsidRDefault="00023449" w:rsidP="00707650">
            <w:pPr>
              <w:pStyle w:val="ListParagraph"/>
              <w:numPr>
                <w:ilvl w:val="0"/>
                <w:numId w:val="6"/>
              </w:numPr>
              <w:tabs>
                <w:tab w:val="left" w:pos="111"/>
              </w:tabs>
              <w:spacing w:after="0" w:line="360" w:lineRule="auto"/>
              <w:ind w:left="0" w:hanging="30"/>
            </w:pPr>
            <w:r w:rsidRPr="00707650">
              <w:t>Çocuklar halka şeklinde ayakta toplanır.</w:t>
            </w:r>
            <w:r w:rsidRPr="00707650">
              <w:rPr>
                <w:b/>
              </w:rPr>
              <w:t xml:space="preserve"> </w:t>
            </w:r>
          </w:p>
          <w:p w:rsidR="00023449" w:rsidRPr="00707650" w:rsidRDefault="00023449" w:rsidP="00707650">
            <w:pPr>
              <w:pStyle w:val="ListParagraph"/>
              <w:numPr>
                <w:ilvl w:val="0"/>
                <w:numId w:val="6"/>
              </w:numPr>
              <w:tabs>
                <w:tab w:val="left" w:pos="111"/>
              </w:tabs>
              <w:spacing w:after="0" w:line="360" w:lineRule="auto"/>
              <w:ind w:left="0" w:hanging="30"/>
              <w:rPr>
                <w:b/>
              </w:rPr>
            </w:pPr>
            <w:r w:rsidRPr="00707650">
              <w:rPr>
                <w:b/>
              </w:rPr>
              <w:t>Ardından Neşeli Çizgiler kitabı 29. ve 30. Sayfalardaki çizgi çalışmaları yapılır.</w:t>
            </w:r>
            <w:r>
              <w:rPr>
                <w:b/>
              </w:rPr>
              <w:t>(yeni baskı 28. 29. sayfa)</w:t>
            </w:r>
          </w:p>
        </w:tc>
      </w:tr>
    </w:tbl>
    <w:p w:rsidR="00023449" w:rsidRPr="00707650" w:rsidRDefault="00023449" w:rsidP="0070765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023449" w:rsidRPr="00707650" w:rsidTr="002702D7">
        <w:tc>
          <w:tcPr>
            <w:tcW w:w="7423" w:type="dxa"/>
            <w:tcBorders>
              <w:top w:val="single" w:sz="4" w:space="0" w:color="000000"/>
              <w:bottom w:val="single" w:sz="4" w:space="0" w:color="000000"/>
            </w:tcBorders>
          </w:tcPr>
          <w:p w:rsidR="00023449" w:rsidRPr="00707650" w:rsidRDefault="00023449" w:rsidP="00707650">
            <w:pPr>
              <w:spacing w:after="0" w:line="360" w:lineRule="auto"/>
              <w:rPr>
                <w:rFonts w:cs="Calibri"/>
                <w:b/>
                <w:noProof w:val="0"/>
                <w:lang w:eastAsia="tr-TR"/>
              </w:rPr>
            </w:pPr>
          </w:p>
          <w:p w:rsidR="00023449" w:rsidRPr="00707650" w:rsidRDefault="00023449" w:rsidP="00707650">
            <w:pPr>
              <w:spacing w:after="0" w:line="360" w:lineRule="auto"/>
              <w:jc w:val="center"/>
              <w:rPr>
                <w:rFonts w:cs="Calibri"/>
                <w:b/>
                <w:noProof w:val="0"/>
                <w:lang w:eastAsia="tr-TR"/>
              </w:rPr>
            </w:pPr>
            <w:r w:rsidRPr="00707650">
              <w:rPr>
                <w:rFonts w:cs="Calibri"/>
                <w:b/>
                <w:noProof w:val="0"/>
                <w:lang w:eastAsia="tr-TR"/>
              </w:rPr>
              <w:t>Materyaller</w:t>
            </w:r>
          </w:p>
          <w:p w:rsidR="00023449" w:rsidRPr="00707650" w:rsidRDefault="00023449" w:rsidP="00707650">
            <w:pPr>
              <w:spacing w:after="0" w:line="360" w:lineRule="auto"/>
              <w:jc w:val="center"/>
            </w:pPr>
            <w:r w:rsidRPr="00707650">
              <w:rPr>
                <w:rFonts w:cs="Calibri"/>
                <w:noProof w:val="0"/>
                <w:lang w:eastAsia="tr-TR"/>
              </w:rPr>
              <w:t>Tahta kalemi, tahta</w:t>
            </w:r>
          </w:p>
          <w:p w:rsidR="00023449" w:rsidRPr="00707650" w:rsidRDefault="00023449" w:rsidP="00707650">
            <w:pPr>
              <w:spacing w:after="0" w:line="360" w:lineRule="auto"/>
              <w:jc w:val="center"/>
              <w:rPr>
                <w:rFonts w:cs="Calibri"/>
                <w:b/>
                <w:bCs/>
                <w:noProof w:val="0"/>
                <w:lang w:eastAsia="tr-TR"/>
              </w:rPr>
            </w:pPr>
            <w:r w:rsidRPr="00707650">
              <w:rPr>
                <w:rFonts w:cs="Calibri"/>
                <w:b/>
                <w:bCs/>
                <w:noProof w:val="0"/>
                <w:lang w:eastAsia="tr-TR"/>
              </w:rPr>
              <w:t>Sözcükler</w:t>
            </w:r>
          </w:p>
          <w:p w:rsidR="00023449" w:rsidRPr="00707650" w:rsidRDefault="00023449" w:rsidP="00707650">
            <w:pPr>
              <w:spacing w:after="0" w:line="360" w:lineRule="auto"/>
              <w:jc w:val="center"/>
            </w:pPr>
            <w:r w:rsidRPr="00707650">
              <w:t>Kare, üçgen, daire, dikdörtgen</w:t>
            </w:r>
          </w:p>
          <w:p w:rsidR="00023449" w:rsidRDefault="00023449" w:rsidP="00707650">
            <w:pPr>
              <w:tabs>
                <w:tab w:val="left" w:pos="991"/>
              </w:tabs>
              <w:spacing w:after="0" w:line="360" w:lineRule="auto"/>
              <w:jc w:val="center"/>
              <w:rPr>
                <w:rFonts w:cs="Calibri"/>
                <w:b/>
                <w:bCs/>
                <w:noProof w:val="0"/>
                <w:lang w:eastAsia="tr-TR"/>
              </w:rPr>
            </w:pPr>
            <w:r w:rsidRPr="00707650">
              <w:rPr>
                <w:rFonts w:cs="Calibri"/>
                <w:b/>
                <w:bCs/>
                <w:noProof w:val="0"/>
                <w:lang w:eastAsia="tr-TR"/>
              </w:rPr>
              <w:t>Kavramlar</w:t>
            </w:r>
          </w:p>
          <w:p w:rsidR="00023449" w:rsidRPr="00707650" w:rsidRDefault="00023449" w:rsidP="00707650">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AİLE KATILIMI</w:t>
            </w:r>
          </w:p>
          <w:p w:rsidR="00023449" w:rsidRPr="00707650" w:rsidRDefault="00023449" w:rsidP="00AA1FEC">
            <w:pPr>
              <w:pStyle w:val="amlcaocukPlan"/>
              <w:numPr>
                <w:ilvl w:val="0"/>
                <w:numId w:val="0"/>
              </w:numPr>
              <w:spacing w:line="360" w:lineRule="auto"/>
              <w:ind w:left="142"/>
              <w:rPr>
                <w:sz w:val="22"/>
                <w:szCs w:val="22"/>
              </w:rPr>
            </w:pPr>
          </w:p>
        </w:tc>
      </w:tr>
    </w:tbl>
    <w:p w:rsidR="00023449" w:rsidRPr="00707650" w:rsidRDefault="00023449" w:rsidP="0070765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23449" w:rsidRPr="00707650" w:rsidTr="002702D7">
        <w:tc>
          <w:tcPr>
            <w:tcW w:w="7054"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eastAsia="Arial Unicode MS" w:cs="Calibri"/>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DEĞERLENDİRME</w:t>
            </w:r>
          </w:p>
          <w:p w:rsidR="00023449" w:rsidRPr="00707650" w:rsidRDefault="00023449" w:rsidP="00707650">
            <w:pPr>
              <w:pStyle w:val="amlcaocukPlan"/>
              <w:numPr>
                <w:ilvl w:val="0"/>
                <w:numId w:val="0"/>
              </w:numPr>
              <w:spacing w:line="360" w:lineRule="auto"/>
              <w:ind w:left="227"/>
              <w:rPr>
                <w:sz w:val="22"/>
                <w:szCs w:val="22"/>
              </w:rPr>
            </w:pPr>
            <w:r w:rsidRPr="00707650">
              <w:rPr>
                <w:sz w:val="22"/>
                <w:szCs w:val="22"/>
              </w:rPr>
              <w:t xml:space="preserve">Etkinlik sonunda çocuklara aşağıdaki türlerde sorular yöneltilebilir: </w:t>
            </w:r>
          </w:p>
          <w:p w:rsidR="00023449" w:rsidRPr="00707650" w:rsidRDefault="00023449" w:rsidP="00707650">
            <w:pPr>
              <w:pStyle w:val="amlcaocukPlan"/>
              <w:spacing w:line="360" w:lineRule="auto"/>
              <w:rPr>
                <w:sz w:val="22"/>
                <w:szCs w:val="22"/>
              </w:rPr>
            </w:pPr>
            <w:r w:rsidRPr="00707650">
              <w:rPr>
                <w:sz w:val="22"/>
                <w:szCs w:val="22"/>
              </w:rPr>
              <w:t>Etkinliğimizde hangi geometrik şekilleri çizdik?</w:t>
            </w:r>
          </w:p>
          <w:p w:rsidR="00023449" w:rsidRPr="00707650" w:rsidRDefault="00023449" w:rsidP="00707650">
            <w:pPr>
              <w:pStyle w:val="amlcaocukPlan"/>
              <w:spacing w:line="360" w:lineRule="auto"/>
              <w:rPr>
                <w:sz w:val="22"/>
                <w:szCs w:val="22"/>
              </w:rPr>
            </w:pPr>
            <w:r w:rsidRPr="00707650">
              <w:rPr>
                <w:sz w:val="22"/>
                <w:szCs w:val="22"/>
              </w:rPr>
              <w:t xml:space="preserve"> Bu geometrik şekillerle başka neler yapabiliriz?</w:t>
            </w:r>
          </w:p>
          <w:p w:rsidR="00023449" w:rsidRPr="00707650" w:rsidRDefault="00023449" w:rsidP="00707650">
            <w:pPr>
              <w:pStyle w:val="amlcaocukPlan"/>
              <w:spacing w:line="360" w:lineRule="auto"/>
              <w:rPr>
                <w:sz w:val="22"/>
                <w:szCs w:val="22"/>
              </w:rPr>
            </w:pPr>
            <w:r w:rsidRPr="00707650">
              <w:rPr>
                <w:sz w:val="22"/>
                <w:szCs w:val="22"/>
              </w:rPr>
              <w:t>Tahtada çizgi çizmek hoşunuza gitti mi?</w:t>
            </w:r>
          </w:p>
        </w:tc>
        <w:tc>
          <w:tcPr>
            <w:tcW w:w="7229" w:type="dxa"/>
            <w:tcBorders>
              <w:top w:val="single" w:sz="4" w:space="0" w:color="000000"/>
              <w:bottom w:val="single" w:sz="4" w:space="0" w:color="000000"/>
            </w:tcBorders>
          </w:tcPr>
          <w:p w:rsidR="00023449" w:rsidRPr="00707650" w:rsidRDefault="00023449" w:rsidP="00707650">
            <w:pPr>
              <w:autoSpaceDE w:val="0"/>
              <w:autoSpaceDN w:val="0"/>
              <w:adjustRightInd w:val="0"/>
              <w:spacing w:after="0" w:line="360" w:lineRule="auto"/>
              <w:jc w:val="center"/>
              <w:rPr>
                <w:rFonts w:cs="Calibri"/>
                <w:b/>
                <w:noProof w:val="0"/>
                <w:lang w:eastAsia="tr-TR"/>
              </w:rPr>
            </w:pPr>
          </w:p>
          <w:p w:rsidR="00023449" w:rsidRPr="00707650" w:rsidRDefault="00023449" w:rsidP="00707650">
            <w:pPr>
              <w:autoSpaceDE w:val="0"/>
              <w:autoSpaceDN w:val="0"/>
              <w:adjustRightInd w:val="0"/>
              <w:spacing w:after="0" w:line="360" w:lineRule="auto"/>
              <w:jc w:val="center"/>
              <w:rPr>
                <w:rFonts w:cs="Calibri"/>
                <w:b/>
                <w:noProof w:val="0"/>
                <w:lang w:eastAsia="tr-TR"/>
              </w:rPr>
            </w:pPr>
            <w:r w:rsidRPr="00707650">
              <w:rPr>
                <w:rFonts w:cs="Calibri"/>
                <w:b/>
                <w:noProof w:val="0"/>
                <w:lang w:eastAsia="tr-TR"/>
              </w:rPr>
              <w:t>UYARLAMA</w:t>
            </w:r>
          </w:p>
          <w:p w:rsidR="00023449" w:rsidRPr="00707650" w:rsidRDefault="00023449" w:rsidP="00707650">
            <w:pPr>
              <w:pStyle w:val="amlcaocukPlan"/>
              <w:spacing w:line="360" w:lineRule="auto"/>
              <w:ind w:left="360"/>
              <w:rPr>
                <w:sz w:val="22"/>
                <w:szCs w:val="22"/>
              </w:rPr>
            </w:pPr>
            <w:r w:rsidRPr="00707650">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23449" w:rsidRPr="00707650" w:rsidRDefault="00023449" w:rsidP="00707650">
            <w:pPr>
              <w:pStyle w:val="amlcaocukPlan"/>
              <w:numPr>
                <w:ilvl w:val="0"/>
                <w:numId w:val="0"/>
              </w:numPr>
              <w:spacing w:line="360" w:lineRule="auto"/>
              <w:ind w:left="227"/>
              <w:rPr>
                <w:sz w:val="22"/>
                <w:szCs w:val="22"/>
              </w:rPr>
            </w:pPr>
          </w:p>
        </w:tc>
      </w:tr>
      <w:bookmarkEnd w:id="0"/>
    </w:tbl>
    <w:p w:rsidR="00023449" w:rsidRPr="00707650" w:rsidRDefault="00023449" w:rsidP="00707650">
      <w:pPr>
        <w:spacing w:after="0" w:line="360" w:lineRule="auto"/>
      </w:pPr>
    </w:p>
    <w:sectPr w:rsidR="00023449" w:rsidRPr="0070765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449" w:rsidRDefault="00023449" w:rsidP="00100037">
      <w:pPr>
        <w:spacing w:after="0" w:line="240" w:lineRule="auto"/>
      </w:pPr>
      <w:r>
        <w:separator/>
      </w:r>
    </w:p>
  </w:endnote>
  <w:endnote w:type="continuationSeparator" w:id="0">
    <w:p w:rsidR="00023449" w:rsidRDefault="00023449" w:rsidP="001000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6.2pt;width:69.95pt;height:36pt;z-index:-251656192;visibility:visible;mso-position-horizontal:center;mso-position-horizontal-relative:margin" wrapcoords="-232 0 -232 21150 21600 21150 21600 0 -232 0">
          <v:imagedata r:id="rId1" o:title=""/>
          <w10:wrap type="tigh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449" w:rsidRDefault="00023449" w:rsidP="00100037">
      <w:pPr>
        <w:spacing w:after="0" w:line="240" w:lineRule="auto"/>
      </w:pPr>
      <w:r>
        <w:separator/>
      </w:r>
    </w:p>
  </w:footnote>
  <w:footnote w:type="continuationSeparator" w:id="0">
    <w:p w:rsidR="00023449" w:rsidRDefault="00023449" w:rsidP="001000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449" w:rsidRDefault="000234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DB38A6C0"/>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2522FF9"/>
    <w:multiLevelType w:val="hybridMultilevel"/>
    <w:tmpl w:val="DE82B4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AB86636"/>
    <w:multiLevelType w:val="hybridMultilevel"/>
    <w:tmpl w:val="C9EC2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29E"/>
    <w:rsid w:val="00023449"/>
    <w:rsid w:val="000369F0"/>
    <w:rsid w:val="00043375"/>
    <w:rsid w:val="00046295"/>
    <w:rsid w:val="0004720A"/>
    <w:rsid w:val="000749AC"/>
    <w:rsid w:val="00087E14"/>
    <w:rsid w:val="000B18AE"/>
    <w:rsid w:val="000F01E7"/>
    <w:rsid w:val="000F2CB9"/>
    <w:rsid w:val="000F7463"/>
    <w:rsid w:val="00100037"/>
    <w:rsid w:val="00124225"/>
    <w:rsid w:val="001F754B"/>
    <w:rsid w:val="00236AFF"/>
    <w:rsid w:val="00243404"/>
    <w:rsid w:val="002702D7"/>
    <w:rsid w:val="002A6A4B"/>
    <w:rsid w:val="002B49DD"/>
    <w:rsid w:val="002D3999"/>
    <w:rsid w:val="002D4875"/>
    <w:rsid w:val="003D4F42"/>
    <w:rsid w:val="004362D3"/>
    <w:rsid w:val="00441A5E"/>
    <w:rsid w:val="00453C5D"/>
    <w:rsid w:val="004728EE"/>
    <w:rsid w:val="004F1D17"/>
    <w:rsid w:val="004F6F18"/>
    <w:rsid w:val="005470E6"/>
    <w:rsid w:val="005607C8"/>
    <w:rsid w:val="00583D44"/>
    <w:rsid w:val="005A5BDA"/>
    <w:rsid w:val="005A7625"/>
    <w:rsid w:val="005C74F3"/>
    <w:rsid w:val="005D4021"/>
    <w:rsid w:val="00617812"/>
    <w:rsid w:val="00653971"/>
    <w:rsid w:val="0067011B"/>
    <w:rsid w:val="00683CED"/>
    <w:rsid w:val="00690DAE"/>
    <w:rsid w:val="006D720B"/>
    <w:rsid w:val="00707650"/>
    <w:rsid w:val="007108EE"/>
    <w:rsid w:val="007304A3"/>
    <w:rsid w:val="007359C3"/>
    <w:rsid w:val="007551E6"/>
    <w:rsid w:val="0076239B"/>
    <w:rsid w:val="00795D67"/>
    <w:rsid w:val="007B7EFC"/>
    <w:rsid w:val="007F010D"/>
    <w:rsid w:val="00805FC8"/>
    <w:rsid w:val="008079A2"/>
    <w:rsid w:val="0083495E"/>
    <w:rsid w:val="00854026"/>
    <w:rsid w:val="0086042B"/>
    <w:rsid w:val="008613FC"/>
    <w:rsid w:val="00862BE7"/>
    <w:rsid w:val="0088456A"/>
    <w:rsid w:val="00886E73"/>
    <w:rsid w:val="00891A7E"/>
    <w:rsid w:val="008B49B1"/>
    <w:rsid w:val="008C7102"/>
    <w:rsid w:val="008E480E"/>
    <w:rsid w:val="00912FAD"/>
    <w:rsid w:val="00952A0B"/>
    <w:rsid w:val="00960655"/>
    <w:rsid w:val="00980B70"/>
    <w:rsid w:val="009B78DF"/>
    <w:rsid w:val="00A37BBE"/>
    <w:rsid w:val="00A8090E"/>
    <w:rsid w:val="00AA1FEC"/>
    <w:rsid w:val="00AC788B"/>
    <w:rsid w:val="00AE5A61"/>
    <w:rsid w:val="00AF222F"/>
    <w:rsid w:val="00B0603D"/>
    <w:rsid w:val="00B27932"/>
    <w:rsid w:val="00B31D7D"/>
    <w:rsid w:val="00B572F6"/>
    <w:rsid w:val="00BD7C13"/>
    <w:rsid w:val="00BF05C0"/>
    <w:rsid w:val="00C04EFF"/>
    <w:rsid w:val="00C36288"/>
    <w:rsid w:val="00C7496B"/>
    <w:rsid w:val="00C9072C"/>
    <w:rsid w:val="00C93382"/>
    <w:rsid w:val="00CA7F06"/>
    <w:rsid w:val="00D24FE1"/>
    <w:rsid w:val="00DE70A7"/>
    <w:rsid w:val="00E06784"/>
    <w:rsid w:val="00EB4656"/>
    <w:rsid w:val="00F21880"/>
    <w:rsid w:val="00F3268D"/>
    <w:rsid w:val="00F401EF"/>
    <w:rsid w:val="00F4106D"/>
    <w:rsid w:val="00F83A7F"/>
    <w:rsid w:val="00F94C9E"/>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805FC8"/>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10003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00037"/>
    <w:rPr>
      <w:rFonts w:ascii="Calibri" w:hAnsi="Calibri" w:cs="Times New Roman"/>
      <w:noProof/>
    </w:rPr>
  </w:style>
  <w:style w:type="paragraph" w:styleId="Footer">
    <w:name w:val="footer"/>
    <w:basedOn w:val="Normal"/>
    <w:link w:val="FooterChar"/>
    <w:uiPriority w:val="99"/>
    <w:semiHidden/>
    <w:rsid w:val="0010003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0003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3309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6</Pages>
  <Words>854</Words>
  <Characters>4868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72</cp:revision>
  <dcterms:created xsi:type="dcterms:W3CDTF">2014-06-16T13:05:00Z</dcterms:created>
  <dcterms:modified xsi:type="dcterms:W3CDTF">2016-07-25T10:25:00Z</dcterms:modified>
</cp:coreProperties>
</file>