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7FE" w:rsidRPr="0039425D" w:rsidRDefault="00F617FE" w:rsidP="0039425D">
      <w:pPr>
        <w:spacing w:after="0" w:line="360" w:lineRule="auto"/>
        <w:jc w:val="center"/>
        <w:rPr>
          <w:rFonts w:cs="Calibri"/>
          <w:b/>
          <w:lang w:eastAsia="tr-TR"/>
        </w:rPr>
      </w:pPr>
      <w:bookmarkStart w:id="0" w:name="_GoBack"/>
      <w:r w:rsidRPr="0039425D">
        <w:rPr>
          <w:rFonts w:cs="Calibri"/>
          <w:b/>
        </w:rPr>
        <w:t xml:space="preserve">TAM </w:t>
      </w:r>
      <w:r w:rsidRPr="0039425D">
        <w:rPr>
          <w:rFonts w:cs="Calibri"/>
          <w:b/>
          <w:lang w:eastAsia="tr-TR"/>
        </w:rPr>
        <w:t>GÜNLÜK EĞİTİM AKIŞI</w:t>
      </w:r>
    </w:p>
    <w:p w:rsidR="00F617FE" w:rsidRPr="0039425D" w:rsidRDefault="00F617FE" w:rsidP="0039425D">
      <w:pPr>
        <w:tabs>
          <w:tab w:val="left" w:pos="2268"/>
        </w:tabs>
        <w:spacing w:after="0" w:line="360" w:lineRule="auto"/>
        <w:ind w:left="720"/>
        <w:contextualSpacing/>
        <w:rPr>
          <w:rFonts w:cs="Calibri"/>
          <w:b/>
        </w:rPr>
      </w:pPr>
    </w:p>
    <w:p w:rsidR="00F617FE" w:rsidRPr="0039425D" w:rsidRDefault="00F617FE" w:rsidP="0039425D">
      <w:pPr>
        <w:tabs>
          <w:tab w:val="left" w:pos="2268"/>
        </w:tabs>
        <w:spacing w:after="0" w:line="360" w:lineRule="auto"/>
        <w:ind w:left="720"/>
        <w:contextualSpacing/>
        <w:rPr>
          <w:rFonts w:cs="Calibri"/>
          <w:b/>
          <w:lang w:eastAsia="tr-TR"/>
        </w:rPr>
      </w:pPr>
      <w:r w:rsidRPr="0039425D">
        <w:rPr>
          <w:rFonts w:cs="Calibri"/>
          <w:b/>
        </w:rPr>
        <w:t>Okul Adı</w:t>
      </w:r>
      <w:r w:rsidRPr="0039425D">
        <w:rPr>
          <w:rFonts w:cs="Calibri"/>
          <w:b/>
        </w:rPr>
        <w:tab/>
        <w:t>:</w:t>
      </w:r>
    </w:p>
    <w:p w:rsidR="00F617FE" w:rsidRPr="0039425D" w:rsidRDefault="00F617FE" w:rsidP="0039425D">
      <w:pPr>
        <w:tabs>
          <w:tab w:val="left" w:pos="2268"/>
        </w:tabs>
        <w:spacing w:after="0" w:line="360" w:lineRule="auto"/>
        <w:ind w:left="720"/>
        <w:contextualSpacing/>
        <w:rPr>
          <w:rFonts w:cs="Calibri"/>
          <w:b/>
          <w:lang w:eastAsia="tr-TR"/>
        </w:rPr>
      </w:pPr>
      <w:r w:rsidRPr="0039425D">
        <w:rPr>
          <w:rFonts w:cs="Calibri"/>
          <w:b/>
          <w:lang w:eastAsia="tr-TR"/>
        </w:rPr>
        <w:t>Tarih</w:t>
      </w:r>
      <w:r w:rsidRPr="0039425D">
        <w:rPr>
          <w:rFonts w:cs="Calibri"/>
          <w:b/>
          <w:lang w:eastAsia="tr-TR"/>
        </w:rPr>
        <w:tab/>
        <w:t xml:space="preserve">:  </w:t>
      </w:r>
      <w:r>
        <w:rPr>
          <w:rFonts w:cs="Calibri"/>
          <w:lang w:eastAsia="tr-TR"/>
        </w:rPr>
        <w:t>1 Haziran 2017</w:t>
      </w:r>
    </w:p>
    <w:p w:rsidR="00F617FE" w:rsidRPr="0039425D" w:rsidRDefault="00F617FE" w:rsidP="0039425D">
      <w:pPr>
        <w:tabs>
          <w:tab w:val="left" w:pos="2268"/>
        </w:tabs>
        <w:spacing w:after="0" w:line="360" w:lineRule="auto"/>
        <w:ind w:left="720"/>
        <w:contextualSpacing/>
        <w:rPr>
          <w:rFonts w:cs="Calibri"/>
          <w:lang w:eastAsia="tr-TR"/>
        </w:rPr>
      </w:pPr>
      <w:r w:rsidRPr="0039425D">
        <w:rPr>
          <w:rFonts w:cs="Calibri"/>
          <w:b/>
          <w:lang w:eastAsia="tr-TR"/>
        </w:rPr>
        <w:t>Yaş Grubu (Ay)</w:t>
      </w:r>
      <w:r w:rsidRPr="0039425D">
        <w:rPr>
          <w:rFonts w:cs="Calibri"/>
          <w:b/>
          <w:lang w:eastAsia="tr-TR"/>
        </w:rPr>
        <w:tab/>
        <w:t xml:space="preserve">:  </w:t>
      </w:r>
      <w:r w:rsidRPr="0039425D">
        <w:rPr>
          <w:rFonts w:cs="Calibri"/>
          <w:lang w:eastAsia="tr-TR"/>
        </w:rPr>
        <w:t>36-48</w:t>
      </w:r>
      <w:r>
        <w:rPr>
          <w:rFonts w:cs="Calibri"/>
          <w:lang w:eastAsia="tr-TR"/>
        </w:rPr>
        <w:t xml:space="preserve"> Ay</w:t>
      </w:r>
    </w:p>
    <w:p w:rsidR="00F617FE" w:rsidRPr="0039425D" w:rsidRDefault="00F617FE" w:rsidP="0039425D">
      <w:pPr>
        <w:tabs>
          <w:tab w:val="left" w:pos="2268"/>
        </w:tabs>
        <w:spacing w:after="0" w:line="360" w:lineRule="auto"/>
        <w:ind w:left="720"/>
        <w:contextualSpacing/>
        <w:rPr>
          <w:rFonts w:cs="Calibri"/>
          <w:b/>
        </w:rPr>
      </w:pPr>
      <w:r w:rsidRPr="0039425D">
        <w:rPr>
          <w:rFonts w:cs="Calibri"/>
          <w:b/>
        </w:rPr>
        <w:t>Öğretmen Adı</w:t>
      </w:r>
      <w:r w:rsidRPr="0039425D">
        <w:rPr>
          <w:rFonts w:cs="Calibri"/>
          <w:b/>
        </w:rPr>
        <w:tab/>
        <w:t>:</w:t>
      </w:r>
    </w:p>
    <w:p w:rsidR="00F617FE" w:rsidRPr="0039425D" w:rsidRDefault="00F617FE" w:rsidP="0039425D">
      <w:pPr>
        <w:spacing w:after="0" w:line="360" w:lineRule="auto"/>
        <w:ind w:left="720"/>
        <w:contextualSpacing/>
        <w:rPr>
          <w:rFonts w:cs="Calibri"/>
          <w:b/>
          <w:lang w:eastAsia="tr-TR"/>
        </w:rPr>
      </w:pPr>
    </w:p>
    <w:p w:rsidR="00F617FE" w:rsidRPr="0039425D" w:rsidRDefault="00F617FE" w:rsidP="0039425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9425D">
        <w:rPr>
          <w:rFonts w:eastAsia="Arial Unicode MS" w:cs="Calibri"/>
          <w:b/>
          <w:bCs/>
          <w:u w:val="single"/>
          <w:lang w:val="en-US"/>
        </w:rPr>
        <w:t xml:space="preserve">Güne Başlama Zamanı </w:t>
      </w:r>
    </w:p>
    <w:p w:rsidR="00F617FE" w:rsidRPr="0039425D" w:rsidRDefault="00F617FE" w:rsidP="0039425D">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39425D">
        <w:t xml:space="preserve">Çocuklar gelmeden önce geçici bir öğrenme merkezi hazırlanır. Bu merkeze (yazlık ayaklabı, kısa kollu tşört, kazak, şapka, atkı, etek, eldiven, şort, çizme vb. kıyafetler, yaz ve kış  resimleri) yerleştirilir. Çocuklar güler yüzle selamlanarak karşılanır. Hal ve hatırları sorulur. Planlama yapılarak oyun zamanı başlatılır. </w:t>
      </w:r>
    </w:p>
    <w:p w:rsidR="00F617FE" w:rsidRPr="0039425D" w:rsidRDefault="00F617FE" w:rsidP="0039425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9425D">
        <w:rPr>
          <w:rFonts w:eastAsia="Arial Unicode MS" w:cs="Calibri"/>
          <w:b/>
          <w:bCs/>
          <w:u w:val="single"/>
          <w:lang w:val="en-US"/>
        </w:rPr>
        <w:t xml:space="preserve">Oyun Zamanı </w:t>
      </w:r>
    </w:p>
    <w:p w:rsidR="00F617FE" w:rsidRPr="0039425D" w:rsidRDefault="00F617FE" w:rsidP="0039425D">
      <w:pPr>
        <w:pStyle w:val="ListParagraph"/>
        <w:autoSpaceDE w:val="0"/>
        <w:autoSpaceDN w:val="0"/>
        <w:adjustRightInd w:val="0"/>
        <w:spacing w:after="0" w:line="360" w:lineRule="auto"/>
        <w:rPr>
          <w:rFonts w:cs="HelveticaNeue"/>
        </w:rPr>
      </w:pPr>
      <w:r w:rsidRPr="0039425D">
        <w:rPr>
          <w:rFonts w:cs="HelveticaNeue"/>
        </w:rPr>
        <w:t>Gerekli durumlarda çocuklara rehberlik edilir. Öğretmen isteyen öğrencilerin oyun gruplarına dahil olunur.  Geçici öğrenme merkezine yerleştirilen kıyafetler ve resimler incelenir. Çocukların resimlerlere uygun kıyafetleri ayırarak gruplamaları sağlanır. Oyun zamanı bittiğinde müzik mekezindeki ritim araçlarından  biri ile  ritim tutulur. Sınıfın toplanmasına yardımcı olunur. Tuvalet ve temizlik ihtiyaçları giderilerek kahvaltıya gidilir.</w:t>
      </w:r>
    </w:p>
    <w:p w:rsidR="00F617FE" w:rsidRPr="0039425D" w:rsidRDefault="00F617FE" w:rsidP="0039425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9425D">
        <w:rPr>
          <w:rFonts w:eastAsia="Arial Unicode MS" w:cs="Calibri"/>
          <w:b/>
          <w:bCs/>
          <w:u w:val="single"/>
          <w:lang w:val="en-US"/>
        </w:rPr>
        <w:t>Kahvaltı, Temizlik</w:t>
      </w:r>
      <w:r w:rsidRPr="0039425D">
        <w:rPr>
          <w:noProof w:val="0"/>
          <w:color w:val="000000"/>
          <w:lang w:eastAsia="tr-TR"/>
        </w:rPr>
        <w:t xml:space="preserve"> </w:t>
      </w:r>
    </w:p>
    <w:p w:rsidR="00F617FE" w:rsidRPr="0039425D" w:rsidRDefault="00F617FE" w:rsidP="0039425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9425D">
        <w:rPr>
          <w:rFonts w:eastAsia="Arial Unicode MS" w:cs="Calibri"/>
          <w:b/>
          <w:bCs/>
          <w:u w:val="single"/>
          <w:lang w:val="en-US"/>
        </w:rPr>
        <w:t xml:space="preserve">Etkinlik Zamanı </w:t>
      </w:r>
    </w:p>
    <w:p w:rsidR="00F617FE" w:rsidRPr="0039425D" w:rsidRDefault="00F617FE" w:rsidP="0039425D">
      <w:pPr>
        <w:tabs>
          <w:tab w:val="left" w:pos="284"/>
          <w:tab w:val="left" w:pos="964"/>
          <w:tab w:val="left" w:pos="1474"/>
          <w:tab w:val="left" w:pos="1644"/>
        </w:tabs>
        <w:spacing w:before="14" w:after="0" w:line="360" w:lineRule="auto"/>
        <w:ind w:left="720"/>
        <w:jc w:val="both"/>
        <w:rPr>
          <w:rFonts w:eastAsia="Arial Unicode MS" w:cs="Calibri"/>
          <w:bCs/>
          <w:lang w:val="en-US"/>
        </w:rPr>
      </w:pPr>
      <w:r w:rsidRPr="0039425D">
        <w:rPr>
          <w:rFonts w:eastAsia="Arial Unicode MS" w:cs="Calibri"/>
          <w:bCs/>
          <w:lang w:val="en-US"/>
        </w:rPr>
        <w:t xml:space="preserve">“Masalcı Nine” Türkçe </w:t>
      </w:r>
    </w:p>
    <w:p w:rsidR="00F617FE" w:rsidRPr="0039425D" w:rsidRDefault="00F617FE" w:rsidP="0039425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9425D">
        <w:rPr>
          <w:rFonts w:eastAsia="Arial Unicode MS" w:cs="Calibri"/>
          <w:b/>
          <w:bCs/>
          <w:u w:val="single"/>
          <w:lang w:val="en-US"/>
        </w:rPr>
        <w:t>Öğle Yemeği, Temizlik</w:t>
      </w:r>
    </w:p>
    <w:p w:rsidR="00F617FE" w:rsidRPr="0039425D" w:rsidRDefault="00F617FE" w:rsidP="0039425D">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39425D">
        <w:rPr>
          <w:rFonts w:eastAsia="Arial Unicode MS" w:cs="Calibri"/>
          <w:b/>
          <w:bCs/>
          <w:noProof w:val="0"/>
          <w:u w:val="single"/>
          <w:lang w:val="en-US"/>
        </w:rPr>
        <w:t>Dinlenme Zamanı</w:t>
      </w:r>
    </w:p>
    <w:p w:rsidR="00F617FE" w:rsidRPr="0039425D" w:rsidRDefault="00F617FE" w:rsidP="0039425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9425D">
        <w:rPr>
          <w:rFonts w:eastAsia="Arial Unicode MS" w:cs="Calibri"/>
          <w:b/>
          <w:bCs/>
          <w:u w:val="single"/>
          <w:lang w:val="en-US"/>
        </w:rPr>
        <w:t>Kahvaltı, Temizlik</w:t>
      </w:r>
    </w:p>
    <w:p w:rsidR="00F617FE" w:rsidRPr="0039425D" w:rsidRDefault="00F617FE" w:rsidP="0039425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9425D">
        <w:rPr>
          <w:rFonts w:eastAsia="Arial Unicode MS" w:cs="Calibri"/>
          <w:b/>
          <w:bCs/>
          <w:u w:val="single"/>
          <w:lang w:val="en-US"/>
        </w:rPr>
        <w:t xml:space="preserve">Etkinlik Zamanı </w:t>
      </w:r>
    </w:p>
    <w:p w:rsidR="00F617FE" w:rsidRPr="0039425D" w:rsidRDefault="00F617FE" w:rsidP="0039425D">
      <w:pPr>
        <w:tabs>
          <w:tab w:val="left" w:pos="284"/>
          <w:tab w:val="left" w:pos="964"/>
          <w:tab w:val="left" w:pos="1474"/>
          <w:tab w:val="left" w:pos="1644"/>
        </w:tabs>
        <w:spacing w:before="14" w:after="0" w:line="360" w:lineRule="auto"/>
        <w:ind w:left="720"/>
        <w:jc w:val="both"/>
        <w:rPr>
          <w:rFonts w:eastAsia="Arial Unicode MS" w:cs="Calibri"/>
          <w:bCs/>
          <w:lang w:val="en-US"/>
        </w:rPr>
      </w:pPr>
      <w:r>
        <w:rPr>
          <w:rFonts w:eastAsia="Arial Unicode MS" w:cs="Calibri"/>
          <w:bCs/>
          <w:lang w:val="en-US"/>
        </w:rPr>
        <w:t>“Senden Öncekilerin İ</w:t>
      </w:r>
      <w:r w:rsidRPr="0039425D">
        <w:rPr>
          <w:rFonts w:eastAsia="Arial Unicode MS" w:cs="Calibri"/>
          <w:bCs/>
          <w:lang w:val="en-US"/>
        </w:rPr>
        <w:t xml:space="preserve">smini Söyle” Oyun </w:t>
      </w:r>
    </w:p>
    <w:p w:rsidR="00F617FE" w:rsidRPr="0039425D" w:rsidRDefault="00F617FE" w:rsidP="0039425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9425D">
        <w:rPr>
          <w:rFonts w:eastAsia="Arial Unicode MS" w:cs="Calibri"/>
          <w:b/>
          <w:bCs/>
          <w:u w:val="single"/>
          <w:lang w:val="en-US"/>
        </w:rPr>
        <w:t xml:space="preserve">Oyun Zamanı </w:t>
      </w:r>
    </w:p>
    <w:p w:rsidR="00F617FE" w:rsidRPr="0039425D" w:rsidRDefault="00F617FE" w:rsidP="0039425D">
      <w:pPr>
        <w:tabs>
          <w:tab w:val="left" w:pos="284"/>
          <w:tab w:val="left" w:pos="964"/>
          <w:tab w:val="left" w:pos="1474"/>
          <w:tab w:val="left" w:pos="1644"/>
        </w:tabs>
        <w:spacing w:after="0" w:line="360" w:lineRule="auto"/>
        <w:rPr>
          <w:rFonts w:cs="Calibri"/>
        </w:rPr>
      </w:pPr>
      <w:r w:rsidRPr="0039425D">
        <w:rPr>
          <w:rFonts w:cs="Calibri"/>
        </w:rPr>
        <w:t xml:space="preserve"> </w:t>
      </w:r>
      <w:r w:rsidRPr="0039425D">
        <w:rPr>
          <w:rFonts w:cs="Calibri"/>
        </w:rPr>
        <w:tab/>
        <w:t xml:space="preserve">          Öğrenme merkezlerinde oyun</w:t>
      </w:r>
    </w:p>
    <w:p w:rsidR="00F617FE" w:rsidRPr="0039425D" w:rsidRDefault="00F617FE" w:rsidP="0039425D">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39425D">
        <w:rPr>
          <w:rFonts w:eastAsia="Arial Unicode MS" w:cs="Calibri"/>
          <w:b/>
          <w:bCs/>
          <w:noProof w:val="0"/>
          <w:u w:val="single"/>
          <w:lang w:val="de-DE"/>
        </w:rPr>
        <w:t xml:space="preserve">Günü Değerlendirme Zamanı </w:t>
      </w:r>
    </w:p>
    <w:p w:rsidR="00F617FE" w:rsidRPr="0039425D" w:rsidRDefault="00F617FE" w:rsidP="0039425D">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39425D">
        <w:rPr>
          <w:rFonts w:eastAsia="Arial Unicode MS" w:cs="Calibri"/>
          <w:b/>
          <w:bCs/>
          <w:noProof w:val="0"/>
          <w:u w:val="single"/>
          <w:lang w:val="de-DE"/>
        </w:rPr>
        <w:t xml:space="preserve">Eve Gidiş </w:t>
      </w:r>
    </w:p>
    <w:p w:rsidR="00F617FE" w:rsidRPr="0039425D" w:rsidRDefault="00F617FE" w:rsidP="0039425D">
      <w:pPr>
        <w:tabs>
          <w:tab w:val="left" w:pos="284"/>
          <w:tab w:val="left" w:pos="964"/>
          <w:tab w:val="left" w:pos="1474"/>
          <w:tab w:val="left" w:pos="1644"/>
        </w:tabs>
        <w:spacing w:before="14" w:after="0" w:line="360" w:lineRule="auto"/>
        <w:jc w:val="both"/>
        <w:rPr>
          <w:rFonts w:eastAsia="Arial Unicode MS" w:cs="Calibri"/>
          <w:bCs/>
          <w:noProof w:val="0"/>
          <w:lang w:val="de-DE"/>
        </w:rPr>
      </w:pPr>
      <w:r w:rsidRPr="0039425D">
        <w:rPr>
          <w:rFonts w:eastAsia="Arial Unicode MS" w:cs="Calibri"/>
          <w:b/>
          <w:bCs/>
          <w:noProof w:val="0"/>
          <w:lang w:val="de-DE"/>
        </w:rPr>
        <w:tab/>
        <w:t xml:space="preserve">          </w:t>
      </w:r>
      <w:r w:rsidRPr="0039425D">
        <w:rPr>
          <w:rFonts w:eastAsia="Arial Unicode MS" w:cs="Calibri"/>
          <w:bCs/>
          <w:noProof w:val="0"/>
          <w:lang w:val="de-DE"/>
        </w:rPr>
        <w:t>Eve gidiş için hazırlık yapılır ve çocuklarla vedalaşılır.</w:t>
      </w:r>
    </w:p>
    <w:p w:rsidR="00F617FE" w:rsidRPr="0039425D" w:rsidRDefault="00F617FE" w:rsidP="0039425D">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F617FE" w:rsidRPr="0039425D" w:rsidRDefault="00F617FE" w:rsidP="0039425D">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39425D">
        <w:rPr>
          <w:rFonts w:eastAsia="Arial Unicode MS" w:cs="Calibri"/>
          <w:b/>
          <w:bCs/>
          <w:noProof w:val="0"/>
          <w:lang w:val="de-DE"/>
        </w:rPr>
        <w:t xml:space="preserve">Genel Değerlendirme: </w:t>
      </w:r>
    </w:p>
    <w:p w:rsidR="00F617FE" w:rsidRPr="0039425D" w:rsidRDefault="00F617FE" w:rsidP="0039425D">
      <w:pPr>
        <w:spacing w:line="360" w:lineRule="auto"/>
        <w:jc w:val="center"/>
        <w:rPr>
          <w:rFonts w:cs="Calibri"/>
          <w:b/>
          <w:bCs/>
        </w:rPr>
      </w:pPr>
      <w:r w:rsidRPr="0039425D">
        <w:rPr>
          <w:rFonts w:eastAsia="Arial Unicode MS" w:cs="Calibri"/>
          <w:b/>
          <w:bCs/>
          <w:u w:val="single"/>
          <w:lang w:val="de-DE"/>
        </w:rPr>
        <w:br w:type="page"/>
      </w:r>
      <w:r w:rsidRPr="0039425D">
        <w:rPr>
          <w:rFonts w:eastAsia="Arial Unicode MS" w:cs="Calibri"/>
          <w:b/>
          <w:bCs/>
          <w:lang w:val="en-US"/>
        </w:rPr>
        <w:t>Masalcı Nine</w:t>
      </w:r>
    </w:p>
    <w:p w:rsidR="00F617FE" w:rsidRDefault="00F617FE" w:rsidP="0039425D">
      <w:pPr>
        <w:spacing w:after="0" w:line="360" w:lineRule="auto"/>
        <w:rPr>
          <w:rFonts w:cs="Calibri"/>
          <w:lang w:eastAsia="tr-TR"/>
        </w:rPr>
      </w:pPr>
      <w:r w:rsidRPr="0039425D">
        <w:rPr>
          <w:rFonts w:cs="Calibri"/>
          <w:b/>
          <w:bCs/>
          <w:noProof w:val="0"/>
        </w:rPr>
        <w:t xml:space="preserve">Etkinlik Çeşidi: </w:t>
      </w:r>
      <w:r>
        <w:rPr>
          <w:rFonts w:cs="Calibri"/>
          <w:bCs/>
        </w:rPr>
        <w:t xml:space="preserve">Türkçe </w:t>
      </w:r>
      <w:r w:rsidRPr="0039425D">
        <w:rPr>
          <w:rFonts w:cs="Calibri"/>
          <w:bCs/>
        </w:rPr>
        <w:t>(Büyük Grup Etkinliği)</w:t>
      </w:r>
      <w:r w:rsidRPr="0039425D">
        <w:rPr>
          <w:rFonts w:cs="Calibri"/>
          <w:b/>
          <w:bCs/>
        </w:rPr>
        <w:tab/>
      </w:r>
      <w:r w:rsidRPr="0039425D">
        <w:rPr>
          <w:rFonts w:cs="Calibri"/>
          <w:b/>
          <w:bCs/>
        </w:rPr>
        <w:tab/>
      </w:r>
      <w:r w:rsidRPr="0039425D">
        <w:rPr>
          <w:rFonts w:cs="Calibri"/>
          <w:b/>
          <w:bCs/>
        </w:rPr>
        <w:tab/>
      </w:r>
      <w:r w:rsidRPr="0039425D">
        <w:rPr>
          <w:rFonts w:cs="Calibri"/>
          <w:bCs/>
          <w:noProof w:val="0"/>
        </w:rPr>
        <w:tab/>
      </w:r>
      <w:r w:rsidRPr="0039425D">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39425D">
        <w:rPr>
          <w:rFonts w:cs="Calibri"/>
          <w:b/>
          <w:noProof w:val="0"/>
        </w:rPr>
        <w:t xml:space="preserve">Yaş Grubu: </w:t>
      </w:r>
      <w:r w:rsidRPr="0039425D">
        <w:rPr>
          <w:rFonts w:cs="Calibri"/>
          <w:lang w:eastAsia="tr-TR"/>
        </w:rPr>
        <w:t>36-48 Ay</w:t>
      </w:r>
    </w:p>
    <w:p w:rsidR="00F617FE" w:rsidRPr="00BB7831" w:rsidRDefault="00F617FE" w:rsidP="0039425D">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35"/>
        <w:gridCol w:w="7085"/>
      </w:tblGrid>
      <w:tr w:rsidR="00F617FE" w:rsidRPr="0039425D" w:rsidTr="002702D7">
        <w:tc>
          <w:tcPr>
            <w:tcW w:w="7423" w:type="dxa"/>
            <w:tcBorders>
              <w:top w:val="single" w:sz="4" w:space="0" w:color="000000"/>
              <w:bottom w:val="single" w:sz="4" w:space="0" w:color="000000"/>
            </w:tcBorders>
          </w:tcPr>
          <w:p w:rsidR="00F617FE" w:rsidRPr="0039425D" w:rsidRDefault="00F617FE" w:rsidP="0039425D">
            <w:pPr>
              <w:spacing w:after="0" w:line="360" w:lineRule="auto"/>
              <w:jc w:val="center"/>
              <w:rPr>
                <w:rFonts w:cs="Calibri"/>
                <w:b/>
                <w:bCs/>
                <w:noProof w:val="0"/>
                <w:highlight w:val="yellow"/>
                <w:lang w:eastAsia="tr-TR"/>
              </w:rPr>
            </w:pPr>
          </w:p>
          <w:p w:rsidR="00F617FE" w:rsidRPr="0039425D" w:rsidRDefault="00F617FE" w:rsidP="0039425D">
            <w:pPr>
              <w:spacing w:after="0" w:line="360" w:lineRule="auto"/>
              <w:jc w:val="center"/>
              <w:rPr>
                <w:rFonts w:cs="Calibri"/>
                <w:b/>
                <w:bCs/>
                <w:noProof w:val="0"/>
                <w:lang w:eastAsia="tr-TR"/>
              </w:rPr>
            </w:pPr>
            <w:r w:rsidRPr="0039425D">
              <w:rPr>
                <w:rFonts w:cs="Calibri"/>
                <w:b/>
                <w:bCs/>
                <w:noProof w:val="0"/>
                <w:lang w:eastAsia="tr-TR"/>
              </w:rPr>
              <w:t>KAZANIMLAR VE GÖSTERGELERİ</w:t>
            </w:r>
          </w:p>
          <w:p w:rsidR="00F617FE" w:rsidRPr="0039425D" w:rsidRDefault="00F617FE" w:rsidP="0039425D">
            <w:pPr>
              <w:spacing w:after="0" w:line="360" w:lineRule="auto"/>
              <w:rPr>
                <w:b/>
              </w:rPr>
            </w:pPr>
            <w:r w:rsidRPr="0039425D">
              <w:rPr>
                <w:b/>
              </w:rPr>
              <w:t>DİL GELİŞİMİ</w:t>
            </w:r>
          </w:p>
          <w:p w:rsidR="00F617FE" w:rsidRPr="0039425D" w:rsidRDefault="00F617FE" w:rsidP="0039425D">
            <w:pPr>
              <w:spacing w:after="0" w:line="360" w:lineRule="auto"/>
              <w:rPr>
                <w:b/>
              </w:rPr>
            </w:pPr>
            <w:r w:rsidRPr="0039425D">
              <w:rPr>
                <w:b/>
              </w:rPr>
              <w:t>Kazanım 4: Konuşurken dilbilgisi yapılarını kullanır.</w:t>
            </w:r>
          </w:p>
          <w:p w:rsidR="00F617FE" w:rsidRDefault="00F617FE" w:rsidP="0039425D">
            <w:pPr>
              <w:spacing w:after="0" w:line="360" w:lineRule="auto"/>
              <w:rPr>
                <w:i/>
              </w:rPr>
            </w:pPr>
            <w:r w:rsidRPr="0039425D">
              <w:rPr>
                <w:b/>
                <w:i/>
              </w:rPr>
              <w:t>Göstergeleri:</w:t>
            </w:r>
            <w:r w:rsidRPr="0039425D">
              <w:rPr>
                <w:i/>
              </w:rPr>
              <w:t xml:space="preserve"> </w:t>
            </w:r>
          </w:p>
          <w:p w:rsidR="00F617FE" w:rsidRDefault="00F617FE" w:rsidP="0039425D">
            <w:pPr>
              <w:spacing w:after="0" w:line="360" w:lineRule="auto"/>
              <w:rPr>
                <w:i/>
              </w:rPr>
            </w:pPr>
            <w:r w:rsidRPr="0039425D">
              <w:rPr>
                <w:i/>
              </w:rPr>
              <w:t xml:space="preserve">Cümle kurarken isim kullanır. </w:t>
            </w:r>
          </w:p>
          <w:p w:rsidR="00F617FE" w:rsidRDefault="00F617FE" w:rsidP="0039425D">
            <w:pPr>
              <w:spacing w:after="0" w:line="360" w:lineRule="auto"/>
              <w:rPr>
                <w:i/>
              </w:rPr>
            </w:pPr>
            <w:r w:rsidRPr="0039425D">
              <w:rPr>
                <w:i/>
              </w:rPr>
              <w:t xml:space="preserve">Cümle kurarken fiil kullanır. </w:t>
            </w:r>
          </w:p>
          <w:p w:rsidR="00F617FE" w:rsidRDefault="00F617FE" w:rsidP="0039425D">
            <w:pPr>
              <w:spacing w:after="0" w:line="360" w:lineRule="auto"/>
              <w:rPr>
                <w:i/>
              </w:rPr>
            </w:pPr>
            <w:r w:rsidRPr="0039425D">
              <w:rPr>
                <w:i/>
              </w:rPr>
              <w:t xml:space="preserve">Cümle kurarken sıfat kullanır. </w:t>
            </w:r>
          </w:p>
          <w:p w:rsidR="00F617FE" w:rsidRDefault="00F617FE" w:rsidP="0039425D">
            <w:pPr>
              <w:spacing w:after="0" w:line="360" w:lineRule="auto"/>
              <w:rPr>
                <w:i/>
              </w:rPr>
            </w:pPr>
            <w:r w:rsidRPr="0039425D">
              <w:rPr>
                <w:i/>
              </w:rPr>
              <w:t xml:space="preserve">Cümle kurarken bağlaç kullanır. </w:t>
            </w:r>
          </w:p>
          <w:p w:rsidR="00F617FE" w:rsidRDefault="00F617FE" w:rsidP="0039425D">
            <w:pPr>
              <w:spacing w:after="0" w:line="360" w:lineRule="auto"/>
              <w:rPr>
                <w:i/>
              </w:rPr>
            </w:pPr>
            <w:r w:rsidRPr="0039425D">
              <w:rPr>
                <w:i/>
              </w:rPr>
              <w:t xml:space="preserve">Cümle kurarken çoğul ifadeler kullanır. </w:t>
            </w:r>
          </w:p>
          <w:p w:rsidR="00F617FE" w:rsidRDefault="00F617FE" w:rsidP="0039425D">
            <w:pPr>
              <w:spacing w:after="0" w:line="360" w:lineRule="auto"/>
              <w:rPr>
                <w:i/>
              </w:rPr>
            </w:pPr>
            <w:r w:rsidRPr="0039425D">
              <w:rPr>
                <w:i/>
              </w:rPr>
              <w:t xml:space="preserve">Cümle kurarken zarf kullanır. </w:t>
            </w:r>
          </w:p>
          <w:p w:rsidR="00F617FE" w:rsidRDefault="00F617FE" w:rsidP="0039425D">
            <w:pPr>
              <w:spacing w:after="0" w:line="360" w:lineRule="auto"/>
              <w:rPr>
                <w:i/>
              </w:rPr>
            </w:pPr>
            <w:r w:rsidRPr="0039425D">
              <w:rPr>
                <w:i/>
              </w:rPr>
              <w:t xml:space="preserve">Cümle kurarken zamir kullanır. </w:t>
            </w:r>
          </w:p>
          <w:p w:rsidR="00F617FE" w:rsidRDefault="00F617FE" w:rsidP="0039425D">
            <w:pPr>
              <w:spacing w:after="0" w:line="360" w:lineRule="auto"/>
              <w:rPr>
                <w:i/>
              </w:rPr>
            </w:pPr>
            <w:r w:rsidRPr="0039425D">
              <w:rPr>
                <w:i/>
              </w:rPr>
              <w:t xml:space="preserve">Cümle kurarken edat kullanır. </w:t>
            </w:r>
          </w:p>
          <w:p w:rsidR="00F617FE" w:rsidRDefault="00F617FE" w:rsidP="0039425D">
            <w:pPr>
              <w:spacing w:after="0" w:line="360" w:lineRule="auto"/>
              <w:rPr>
                <w:i/>
              </w:rPr>
            </w:pPr>
            <w:r w:rsidRPr="0039425D">
              <w:rPr>
                <w:i/>
              </w:rPr>
              <w:t xml:space="preserve">Cümle kurarken isim durumlarını kullanır. </w:t>
            </w:r>
          </w:p>
          <w:p w:rsidR="00F617FE" w:rsidRPr="0039425D" w:rsidRDefault="00F617FE" w:rsidP="0039425D">
            <w:pPr>
              <w:spacing w:after="0" w:line="360" w:lineRule="auto"/>
              <w:rPr>
                <w:i/>
              </w:rPr>
            </w:pPr>
            <w:r w:rsidRPr="0039425D">
              <w:rPr>
                <w:i/>
              </w:rPr>
              <w:t>Cümle kurarken olumsuzluk yapılarını kullanır.</w:t>
            </w:r>
          </w:p>
          <w:p w:rsidR="00F617FE" w:rsidRPr="0039425D" w:rsidRDefault="00F617FE" w:rsidP="0039425D">
            <w:pPr>
              <w:spacing w:after="0" w:line="360" w:lineRule="auto"/>
              <w:rPr>
                <w:b/>
              </w:rPr>
            </w:pPr>
            <w:r w:rsidRPr="0039425D">
              <w:rPr>
                <w:b/>
              </w:rPr>
              <w:t>Kazanım 5. Dili iletişim amacıyla kullanır.</w:t>
            </w:r>
          </w:p>
          <w:p w:rsidR="00F617FE" w:rsidRDefault="00F617FE" w:rsidP="0039425D">
            <w:pPr>
              <w:spacing w:after="0" w:line="360" w:lineRule="auto"/>
              <w:rPr>
                <w:i/>
              </w:rPr>
            </w:pPr>
            <w:r w:rsidRPr="0039425D">
              <w:rPr>
                <w:b/>
                <w:i/>
              </w:rPr>
              <w:t>Göstergeleri:</w:t>
            </w:r>
            <w:r w:rsidRPr="0039425D">
              <w:rPr>
                <w:i/>
              </w:rPr>
              <w:t xml:space="preserve"> </w:t>
            </w:r>
          </w:p>
          <w:p w:rsidR="00F617FE" w:rsidRPr="0039425D" w:rsidRDefault="00F617FE" w:rsidP="0039425D">
            <w:pPr>
              <w:spacing w:after="0" w:line="360" w:lineRule="auto"/>
            </w:pPr>
            <w:r w:rsidRPr="0039425D">
              <w:rPr>
                <w:i/>
              </w:rPr>
              <w:t>Konuşma sırasında göz teması kurar. Sohbete katılır</w:t>
            </w:r>
            <w:r w:rsidRPr="0039425D">
              <w:t>.</w:t>
            </w:r>
          </w:p>
          <w:p w:rsidR="00F617FE" w:rsidRPr="0039425D" w:rsidRDefault="00F617FE" w:rsidP="0039425D">
            <w:pPr>
              <w:spacing w:after="0" w:line="360" w:lineRule="auto"/>
              <w:rPr>
                <w:b/>
              </w:rPr>
            </w:pPr>
            <w:r w:rsidRPr="0039425D">
              <w:rPr>
                <w:b/>
              </w:rPr>
              <w:t>Kazanım 7. Dinlediklerini/izlediklerinin anlamını kavrar.</w:t>
            </w:r>
          </w:p>
          <w:p w:rsidR="00F617FE" w:rsidRDefault="00F617FE" w:rsidP="0039425D">
            <w:pPr>
              <w:spacing w:after="0" w:line="360" w:lineRule="auto"/>
              <w:rPr>
                <w:i/>
              </w:rPr>
            </w:pPr>
            <w:r w:rsidRPr="0039425D">
              <w:rPr>
                <w:b/>
                <w:i/>
              </w:rPr>
              <w:t>Göstergeleri:</w:t>
            </w:r>
            <w:r w:rsidRPr="0039425D">
              <w:rPr>
                <w:i/>
              </w:rPr>
              <w:t xml:space="preserve">  </w:t>
            </w:r>
          </w:p>
          <w:p w:rsidR="00F617FE" w:rsidRPr="0039425D" w:rsidRDefault="00F617FE" w:rsidP="0039425D">
            <w:pPr>
              <w:spacing w:after="0" w:line="360" w:lineRule="auto"/>
              <w:rPr>
                <w:i/>
              </w:rPr>
            </w:pPr>
            <w:r w:rsidRPr="0039425D">
              <w:rPr>
                <w:i/>
              </w:rPr>
              <w:t>Dinledikleri, izledikleri hakkında yorum yapar.</w:t>
            </w:r>
          </w:p>
          <w:p w:rsidR="00F617FE" w:rsidRPr="0039425D" w:rsidRDefault="00F617FE" w:rsidP="0039425D">
            <w:pPr>
              <w:spacing w:after="0" w:line="360" w:lineRule="auto"/>
              <w:rPr>
                <w:b/>
              </w:rPr>
            </w:pPr>
            <w:r w:rsidRPr="0039425D">
              <w:rPr>
                <w:b/>
              </w:rPr>
              <w:t>Kazanım 8. Dinlediklerini/izlediklerini çeşitli yollarla ifade eder.</w:t>
            </w:r>
          </w:p>
          <w:p w:rsidR="00F617FE" w:rsidRDefault="00F617FE" w:rsidP="0039425D">
            <w:pPr>
              <w:spacing w:after="0" w:line="360" w:lineRule="auto"/>
              <w:rPr>
                <w:i/>
              </w:rPr>
            </w:pPr>
            <w:r w:rsidRPr="0039425D">
              <w:rPr>
                <w:b/>
                <w:i/>
              </w:rPr>
              <w:t>Göstergeleri:</w:t>
            </w:r>
            <w:r w:rsidRPr="0039425D">
              <w:rPr>
                <w:i/>
              </w:rPr>
              <w:t xml:space="preserve"> </w:t>
            </w:r>
          </w:p>
          <w:p w:rsidR="00F617FE" w:rsidRPr="0039425D" w:rsidRDefault="00F617FE" w:rsidP="0039425D">
            <w:pPr>
              <w:spacing w:after="0" w:line="360" w:lineRule="auto"/>
              <w:rPr>
                <w:i/>
              </w:rPr>
            </w:pPr>
            <w:r w:rsidRPr="0039425D">
              <w:rPr>
                <w:i/>
              </w:rPr>
              <w:t>Dinledikleri/izledikleri ile ilgili sorulara cevap verir.</w:t>
            </w:r>
          </w:p>
        </w:tc>
        <w:tc>
          <w:tcPr>
            <w:tcW w:w="7423" w:type="dxa"/>
            <w:tcBorders>
              <w:top w:val="single" w:sz="4" w:space="0" w:color="000000"/>
              <w:bottom w:val="single" w:sz="4" w:space="0" w:color="000000"/>
            </w:tcBorders>
          </w:tcPr>
          <w:p w:rsidR="00F617FE" w:rsidRPr="0039425D" w:rsidRDefault="00F617FE" w:rsidP="0039425D">
            <w:pPr>
              <w:autoSpaceDE w:val="0"/>
              <w:autoSpaceDN w:val="0"/>
              <w:adjustRightInd w:val="0"/>
              <w:spacing w:after="0" w:line="360" w:lineRule="auto"/>
              <w:jc w:val="center"/>
              <w:rPr>
                <w:rFonts w:cs="Calibri"/>
                <w:b/>
                <w:bCs/>
                <w:noProof w:val="0"/>
                <w:lang w:eastAsia="tr-TR"/>
              </w:rPr>
            </w:pPr>
          </w:p>
          <w:p w:rsidR="00F617FE" w:rsidRPr="0039425D" w:rsidRDefault="00F617FE" w:rsidP="0039425D">
            <w:pPr>
              <w:autoSpaceDE w:val="0"/>
              <w:autoSpaceDN w:val="0"/>
              <w:adjustRightInd w:val="0"/>
              <w:spacing w:after="0" w:line="360" w:lineRule="auto"/>
              <w:jc w:val="center"/>
              <w:rPr>
                <w:rFonts w:cs="Calibri"/>
                <w:b/>
                <w:bCs/>
                <w:noProof w:val="0"/>
                <w:lang w:eastAsia="tr-TR"/>
              </w:rPr>
            </w:pPr>
            <w:r w:rsidRPr="0039425D">
              <w:rPr>
                <w:rFonts w:cs="Calibri"/>
                <w:b/>
                <w:bCs/>
                <w:noProof w:val="0"/>
                <w:lang w:eastAsia="tr-TR"/>
              </w:rPr>
              <w:t>ÖĞRENME SÜRECİ</w:t>
            </w:r>
          </w:p>
          <w:p w:rsidR="00F617FE" w:rsidRPr="0039425D" w:rsidRDefault="00F617FE" w:rsidP="0039425D">
            <w:pPr>
              <w:pStyle w:val="ListParagraph"/>
              <w:numPr>
                <w:ilvl w:val="0"/>
                <w:numId w:val="5"/>
              </w:numPr>
              <w:tabs>
                <w:tab w:val="left" w:pos="99"/>
              </w:tabs>
              <w:spacing w:after="0" w:line="360" w:lineRule="auto"/>
              <w:ind w:left="0" w:firstLine="0"/>
            </w:pPr>
            <w:r w:rsidRPr="0039425D">
              <w:t xml:space="preserve">Öğretmen yaşlı nine kostümü giyer ve çocukları şaşırtır. “Merhaba çocuklar; burada içinde sevimli mi sevimli çocuklar bulunan bir okul olduğunu duydum. Bende bir uğrayıp, o sevimli çocukları bir göreyim dedim. Doğru mu geldim acaba?” Diye sorar. </w:t>
            </w:r>
          </w:p>
          <w:p w:rsidR="00F617FE" w:rsidRPr="0039425D" w:rsidRDefault="00F617FE" w:rsidP="0039425D">
            <w:pPr>
              <w:pStyle w:val="ListParagraph"/>
              <w:numPr>
                <w:ilvl w:val="0"/>
                <w:numId w:val="5"/>
              </w:numPr>
              <w:tabs>
                <w:tab w:val="left" w:pos="99"/>
              </w:tabs>
              <w:spacing w:after="0" w:line="360" w:lineRule="auto"/>
              <w:ind w:left="0" w:firstLine="0"/>
            </w:pPr>
            <w:r w:rsidRPr="0039425D">
              <w:t>Bastonunu yere vurarak yavaş yavaş yürür ve öğrencilerin karşısına oturur. Hatırlarını sorar. Çocuklarla bir süre sohbet eder. Ardından cebinden bir kese çıkarır. Kesnin içinde bilmecelerden birer tane çektirir.</w:t>
            </w:r>
            <w:r>
              <w:t xml:space="preserve"> </w:t>
            </w:r>
            <w:r w:rsidRPr="0039425D">
              <w:t>Çekilen bilmeceler çocuklara sorulur. Gerekli durumlarda ipuçları verilir. Cevaplar dinlenir.</w:t>
            </w:r>
          </w:p>
          <w:p w:rsidR="00F617FE" w:rsidRPr="0039425D" w:rsidRDefault="00F617FE" w:rsidP="0039425D">
            <w:pPr>
              <w:pStyle w:val="ListParagraph"/>
              <w:numPr>
                <w:ilvl w:val="0"/>
                <w:numId w:val="5"/>
              </w:numPr>
              <w:tabs>
                <w:tab w:val="left" w:pos="99"/>
              </w:tabs>
              <w:spacing w:after="0" w:line="360" w:lineRule="auto"/>
              <w:ind w:left="0" w:firstLine="0"/>
            </w:pPr>
            <w:r w:rsidRPr="0039425D">
              <w:t>Evimizin meleği, candan daha değerli (anne)/Evimizin direği, tıp tıp eder yüreği (baba)/Ağzında yoktur dişi, yemektir işi gücü, sevimli mi sevimli, bunu bilir her kişi (bebek)/Betondur yapısı, kiremittir çatısı. (Ev)</w:t>
            </w:r>
          </w:p>
          <w:p w:rsidR="00F617FE" w:rsidRPr="0039425D" w:rsidRDefault="00F617FE" w:rsidP="0039425D">
            <w:pPr>
              <w:pStyle w:val="ListParagraph"/>
              <w:numPr>
                <w:ilvl w:val="0"/>
                <w:numId w:val="5"/>
              </w:numPr>
              <w:tabs>
                <w:tab w:val="left" w:pos="99"/>
              </w:tabs>
              <w:spacing w:after="0" w:line="360" w:lineRule="auto"/>
              <w:ind w:left="0" w:firstLine="0"/>
            </w:pPr>
            <w:r w:rsidRPr="0039425D">
              <w:t>Ardından bir masal anlatılır. Masal sonunda çocukların akıllarında kaldığı kadarıyla masalı anlatmaları istenir.</w:t>
            </w:r>
          </w:p>
        </w:tc>
      </w:tr>
    </w:tbl>
    <w:p w:rsidR="00F617FE" w:rsidRPr="0039425D" w:rsidRDefault="00F617FE" w:rsidP="0039425D">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F617FE" w:rsidRPr="0039425D" w:rsidTr="002702D7">
        <w:tc>
          <w:tcPr>
            <w:tcW w:w="7054" w:type="dxa"/>
            <w:tcBorders>
              <w:top w:val="single" w:sz="4" w:space="0" w:color="000000"/>
              <w:bottom w:val="single" w:sz="4" w:space="0" w:color="000000"/>
            </w:tcBorders>
          </w:tcPr>
          <w:p w:rsidR="00F617FE" w:rsidRPr="0039425D" w:rsidRDefault="00F617FE" w:rsidP="0039425D">
            <w:pPr>
              <w:spacing w:after="0" w:line="360" w:lineRule="auto"/>
              <w:rPr>
                <w:rFonts w:cs="Calibri"/>
                <w:b/>
                <w:noProof w:val="0"/>
                <w:lang w:eastAsia="tr-TR"/>
              </w:rPr>
            </w:pPr>
          </w:p>
          <w:p w:rsidR="00F617FE" w:rsidRPr="0039425D" w:rsidRDefault="00F617FE" w:rsidP="0039425D">
            <w:pPr>
              <w:tabs>
                <w:tab w:val="left" w:pos="993"/>
              </w:tabs>
              <w:spacing w:after="0" w:line="360" w:lineRule="auto"/>
              <w:jc w:val="center"/>
              <w:rPr>
                <w:rFonts w:cs="Calibri"/>
                <w:b/>
                <w:noProof w:val="0"/>
                <w:lang w:eastAsia="tr-TR"/>
              </w:rPr>
            </w:pPr>
            <w:r w:rsidRPr="0039425D">
              <w:rPr>
                <w:rFonts w:cs="Calibri"/>
                <w:b/>
                <w:noProof w:val="0"/>
                <w:lang w:eastAsia="tr-TR"/>
              </w:rPr>
              <w:t>Materyaller</w:t>
            </w:r>
          </w:p>
          <w:p w:rsidR="00F617FE" w:rsidRPr="0039425D" w:rsidRDefault="00F617FE" w:rsidP="0039425D">
            <w:pPr>
              <w:spacing w:after="0" w:line="360" w:lineRule="auto"/>
              <w:jc w:val="center"/>
            </w:pPr>
            <w:r w:rsidRPr="0039425D">
              <w:t>Nine kosyümü, kese ,baston, bilmece kartları</w:t>
            </w:r>
          </w:p>
          <w:p w:rsidR="00F617FE" w:rsidRPr="0039425D" w:rsidRDefault="00F617FE" w:rsidP="0039425D">
            <w:pPr>
              <w:tabs>
                <w:tab w:val="left" w:pos="993"/>
              </w:tabs>
              <w:spacing w:after="0" w:line="360" w:lineRule="auto"/>
              <w:jc w:val="center"/>
              <w:rPr>
                <w:rFonts w:cs="Calibri"/>
                <w:b/>
                <w:bCs/>
                <w:noProof w:val="0"/>
                <w:lang w:eastAsia="tr-TR"/>
              </w:rPr>
            </w:pPr>
            <w:r w:rsidRPr="0039425D">
              <w:rPr>
                <w:rFonts w:cs="Calibri"/>
                <w:b/>
                <w:bCs/>
                <w:noProof w:val="0"/>
                <w:lang w:eastAsia="tr-TR"/>
              </w:rPr>
              <w:t>Sözcükler</w:t>
            </w:r>
          </w:p>
          <w:p w:rsidR="00F617FE" w:rsidRPr="0039425D" w:rsidRDefault="00F617FE" w:rsidP="0039425D">
            <w:pPr>
              <w:tabs>
                <w:tab w:val="left" w:pos="993"/>
              </w:tabs>
              <w:spacing w:after="0" w:line="360" w:lineRule="auto"/>
              <w:jc w:val="center"/>
              <w:rPr>
                <w:rFonts w:cs="Calibri"/>
                <w:bCs/>
                <w:noProof w:val="0"/>
                <w:lang w:eastAsia="tr-TR"/>
              </w:rPr>
            </w:pPr>
            <w:r w:rsidRPr="0039425D">
              <w:rPr>
                <w:rFonts w:cs="Calibri"/>
                <w:bCs/>
                <w:noProof w:val="0"/>
                <w:lang w:eastAsia="tr-TR"/>
              </w:rPr>
              <w:t xml:space="preserve">Kese </w:t>
            </w:r>
          </w:p>
          <w:p w:rsidR="00F617FE" w:rsidRDefault="00F617FE" w:rsidP="0039425D">
            <w:pPr>
              <w:tabs>
                <w:tab w:val="left" w:pos="991"/>
              </w:tabs>
              <w:spacing w:after="0" w:line="360" w:lineRule="auto"/>
              <w:jc w:val="center"/>
              <w:rPr>
                <w:rFonts w:cs="Calibri"/>
                <w:b/>
                <w:bCs/>
                <w:noProof w:val="0"/>
                <w:lang w:eastAsia="tr-TR"/>
              </w:rPr>
            </w:pPr>
            <w:r w:rsidRPr="0039425D">
              <w:rPr>
                <w:rFonts w:cs="Calibri"/>
                <w:b/>
                <w:bCs/>
                <w:noProof w:val="0"/>
                <w:lang w:eastAsia="tr-TR"/>
              </w:rPr>
              <w:t>Kavramlar</w:t>
            </w:r>
          </w:p>
          <w:p w:rsidR="00F617FE" w:rsidRPr="0039425D" w:rsidRDefault="00F617FE" w:rsidP="0039425D">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229" w:type="dxa"/>
            <w:tcBorders>
              <w:top w:val="single" w:sz="4" w:space="0" w:color="000000"/>
              <w:bottom w:val="single" w:sz="4" w:space="0" w:color="000000"/>
            </w:tcBorders>
          </w:tcPr>
          <w:p w:rsidR="00F617FE" w:rsidRPr="0039425D" w:rsidRDefault="00F617FE" w:rsidP="0039425D">
            <w:pPr>
              <w:autoSpaceDE w:val="0"/>
              <w:autoSpaceDN w:val="0"/>
              <w:adjustRightInd w:val="0"/>
              <w:spacing w:after="0" w:line="360" w:lineRule="auto"/>
              <w:jc w:val="center"/>
              <w:rPr>
                <w:rFonts w:cs="Calibri"/>
                <w:b/>
                <w:noProof w:val="0"/>
                <w:lang w:eastAsia="tr-TR"/>
              </w:rPr>
            </w:pPr>
          </w:p>
          <w:p w:rsidR="00F617FE" w:rsidRPr="0039425D" w:rsidRDefault="00F617FE" w:rsidP="0039425D">
            <w:pPr>
              <w:autoSpaceDE w:val="0"/>
              <w:autoSpaceDN w:val="0"/>
              <w:adjustRightInd w:val="0"/>
              <w:spacing w:after="0" w:line="360" w:lineRule="auto"/>
              <w:jc w:val="center"/>
              <w:rPr>
                <w:rFonts w:cs="Calibri"/>
                <w:b/>
                <w:noProof w:val="0"/>
                <w:lang w:eastAsia="tr-TR"/>
              </w:rPr>
            </w:pPr>
            <w:r w:rsidRPr="0039425D">
              <w:rPr>
                <w:rFonts w:cs="Calibri"/>
                <w:b/>
                <w:noProof w:val="0"/>
                <w:lang w:eastAsia="tr-TR"/>
              </w:rPr>
              <w:t>AİLE KATILIMI</w:t>
            </w:r>
          </w:p>
          <w:p w:rsidR="00F617FE" w:rsidRPr="0039425D" w:rsidRDefault="00F617FE" w:rsidP="00BB7831">
            <w:pPr>
              <w:pStyle w:val="amlcaocukPlan"/>
              <w:numPr>
                <w:ilvl w:val="0"/>
                <w:numId w:val="0"/>
              </w:numPr>
              <w:spacing w:line="360" w:lineRule="auto"/>
              <w:rPr>
                <w:sz w:val="22"/>
                <w:szCs w:val="22"/>
              </w:rPr>
            </w:pPr>
          </w:p>
        </w:tc>
      </w:tr>
    </w:tbl>
    <w:p w:rsidR="00F617FE" w:rsidRPr="0039425D" w:rsidRDefault="00F617FE" w:rsidP="0039425D">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F617FE" w:rsidRPr="0039425D" w:rsidTr="002702D7">
        <w:tc>
          <w:tcPr>
            <w:tcW w:w="7423" w:type="dxa"/>
            <w:tcBorders>
              <w:top w:val="single" w:sz="4" w:space="0" w:color="000000"/>
              <w:bottom w:val="single" w:sz="4" w:space="0" w:color="000000"/>
            </w:tcBorders>
          </w:tcPr>
          <w:p w:rsidR="00F617FE" w:rsidRPr="0039425D" w:rsidRDefault="00F617FE" w:rsidP="0039425D">
            <w:pPr>
              <w:autoSpaceDE w:val="0"/>
              <w:autoSpaceDN w:val="0"/>
              <w:adjustRightInd w:val="0"/>
              <w:spacing w:after="0" w:line="360" w:lineRule="auto"/>
              <w:jc w:val="center"/>
              <w:rPr>
                <w:rFonts w:eastAsia="Arial Unicode MS" w:cs="Calibri"/>
                <w:noProof w:val="0"/>
                <w:lang w:eastAsia="tr-TR"/>
              </w:rPr>
            </w:pPr>
          </w:p>
          <w:p w:rsidR="00F617FE" w:rsidRPr="0039425D" w:rsidRDefault="00F617FE" w:rsidP="0039425D">
            <w:pPr>
              <w:autoSpaceDE w:val="0"/>
              <w:autoSpaceDN w:val="0"/>
              <w:adjustRightInd w:val="0"/>
              <w:spacing w:after="0" w:line="360" w:lineRule="auto"/>
              <w:jc w:val="center"/>
              <w:rPr>
                <w:rFonts w:cs="Calibri"/>
                <w:b/>
                <w:noProof w:val="0"/>
                <w:lang w:eastAsia="tr-TR"/>
              </w:rPr>
            </w:pPr>
            <w:r w:rsidRPr="0039425D">
              <w:rPr>
                <w:rFonts w:eastAsia="Arial Unicode MS" w:cs="Calibri"/>
                <w:noProof w:val="0"/>
                <w:lang w:eastAsia="tr-TR"/>
              </w:rPr>
              <w:t xml:space="preserve"> </w:t>
            </w:r>
            <w:r w:rsidRPr="0039425D">
              <w:rPr>
                <w:rFonts w:cs="Calibri"/>
                <w:b/>
                <w:noProof w:val="0"/>
                <w:lang w:eastAsia="tr-TR"/>
              </w:rPr>
              <w:t>DEĞERLENDİRME</w:t>
            </w:r>
          </w:p>
          <w:p w:rsidR="00F617FE" w:rsidRPr="0039425D" w:rsidRDefault="00F617FE" w:rsidP="0039425D">
            <w:pPr>
              <w:autoSpaceDE w:val="0"/>
              <w:autoSpaceDN w:val="0"/>
              <w:adjustRightInd w:val="0"/>
              <w:spacing w:after="0" w:line="360" w:lineRule="auto"/>
              <w:rPr>
                <w:rFonts w:cs="Calibri"/>
                <w:noProof w:val="0"/>
                <w:lang w:eastAsia="tr-TR"/>
              </w:rPr>
            </w:pPr>
            <w:r w:rsidRPr="0039425D">
              <w:rPr>
                <w:rFonts w:cs="Calibri"/>
                <w:noProof w:val="0"/>
                <w:lang w:eastAsia="tr-TR"/>
              </w:rPr>
              <w:t>Etkinlik sonunda çocuklara aşağıdaki türde sorular yöneltilebilir.</w:t>
            </w:r>
          </w:p>
          <w:p w:rsidR="00F617FE" w:rsidRPr="0039425D" w:rsidRDefault="00F617FE" w:rsidP="0039425D">
            <w:pPr>
              <w:pStyle w:val="ListParagraph"/>
              <w:numPr>
                <w:ilvl w:val="0"/>
                <w:numId w:val="6"/>
              </w:numPr>
              <w:tabs>
                <w:tab w:val="left" w:pos="142"/>
              </w:tabs>
              <w:spacing w:line="360" w:lineRule="auto"/>
              <w:ind w:left="0" w:firstLine="0"/>
            </w:pPr>
            <w:r w:rsidRPr="0039425D">
              <w:t xml:space="preserve">Dinlediğiniz masalın adı neydi? </w:t>
            </w:r>
          </w:p>
          <w:p w:rsidR="00F617FE" w:rsidRPr="0039425D" w:rsidRDefault="00F617FE" w:rsidP="0039425D">
            <w:pPr>
              <w:pStyle w:val="ListParagraph"/>
              <w:numPr>
                <w:ilvl w:val="0"/>
                <w:numId w:val="6"/>
              </w:numPr>
              <w:tabs>
                <w:tab w:val="left" w:pos="142"/>
              </w:tabs>
              <w:spacing w:line="360" w:lineRule="auto"/>
              <w:ind w:left="0" w:firstLine="0"/>
            </w:pPr>
            <w:r w:rsidRPr="0039425D">
              <w:t>Masalımızda kimler vardı?</w:t>
            </w:r>
          </w:p>
          <w:p w:rsidR="00F617FE" w:rsidRPr="0039425D" w:rsidRDefault="00F617FE" w:rsidP="0039425D">
            <w:pPr>
              <w:pStyle w:val="ListParagraph"/>
              <w:numPr>
                <w:ilvl w:val="0"/>
                <w:numId w:val="6"/>
              </w:numPr>
              <w:tabs>
                <w:tab w:val="left" w:pos="142"/>
              </w:tabs>
              <w:spacing w:line="360" w:lineRule="auto"/>
              <w:ind w:left="0" w:firstLine="0"/>
            </w:pPr>
            <w:r w:rsidRPr="0039425D">
              <w:t>Masalda en sevdiğiniz kişi kimdi?</w:t>
            </w:r>
          </w:p>
        </w:tc>
        <w:tc>
          <w:tcPr>
            <w:tcW w:w="7423" w:type="dxa"/>
            <w:tcBorders>
              <w:top w:val="single" w:sz="4" w:space="0" w:color="000000"/>
              <w:bottom w:val="single" w:sz="4" w:space="0" w:color="000000"/>
            </w:tcBorders>
          </w:tcPr>
          <w:p w:rsidR="00F617FE" w:rsidRPr="0039425D" w:rsidRDefault="00F617FE" w:rsidP="0039425D">
            <w:pPr>
              <w:autoSpaceDE w:val="0"/>
              <w:autoSpaceDN w:val="0"/>
              <w:adjustRightInd w:val="0"/>
              <w:spacing w:after="0" w:line="360" w:lineRule="auto"/>
              <w:jc w:val="center"/>
              <w:rPr>
                <w:rFonts w:cs="Calibri"/>
                <w:b/>
                <w:noProof w:val="0"/>
                <w:lang w:eastAsia="tr-TR"/>
              </w:rPr>
            </w:pPr>
          </w:p>
          <w:p w:rsidR="00F617FE" w:rsidRPr="0039425D" w:rsidRDefault="00F617FE" w:rsidP="0039425D">
            <w:pPr>
              <w:autoSpaceDE w:val="0"/>
              <w:autoSpaceDN w:val="0"/>
              <w:adjustRightInd w:val="0"/>
              <w:spacing w:after="0" w:line="360" w:lineRule="auto"/>
              <w:jc w:val="center"/>
              <w:rPr>
                <w:rFonts w:cs="Calibri"/>
                <w:b/>
                <w:noProof w:val="0"/>
                <w:lang w:eastAsia="tr-TR"/>
              </w:rPr>
            </w:pPr>
            <w:r w:rsidRPr="0039425D">
              <w:rPr>
                <w:rFonts w:cs="Calibri"/>
                <w:b/>
                <w:noProof w:val="0"/>
                <w:lang w:eastAsia="tr-TR"/>
              </w:rPr>
              <w:t>UYARLAMA</w:t>
            </w:r>
          </w:p>
          <w:p w:rsidR="00F617FE" w:rsidRPr="0039425D" w:rsidRDefault="00F617FE" w:rsidP="0039425D">
            <w:pPr>
              <w:pStyle w:val="amlcaocukPlan"/>
              <w:spacing w:line="360" w:lineRule="auto"/>
              <w:rPr>
                <w:sz w:val="22"/>
                <w:szCs w:val="22"/>
              </w:rPr>
            </w:pPr>
            <w:r w:rsidRPr="0039425D">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F617FE" w:rsidRPr="0039425D" w:rsidRDefault="00F617FE" w:rsidP="0039425D">
      <w:pPr>
        <w:spacing w:after="0" w:line="360" w:lineRule="auto"/>
        <w:rPr>
          <w:rFonts w:cs="Calibri"/>
          <w:noProof w:val="0"/>
        </w:rPr>
      </w:pPr>
    </w:p>
    <w:p w:rsidR="00F617FE" w:rsidRPr="0039425D" w:rsidRDefault="00F617FE" w:rsidP="00BB7831">
      <w:pPr>
        <w:spacing w:line="360" w:lineRule="auto"/>
        <w:jc w:val="center"/>
        <w:rPr>
          <w:rFonts w:cs="Calibri"/>
          <w:b/>
          <w:bCs/>
        </w:rPr>
      </w:pPr>
      <w:r w:rsidRPr="0039425D">
        <w:rPr>
          <w:rFonts w:cs="Calibri"/>
          <w:b/>
          <w:noProof w:val="0"/>
          <w:lang w:eastAsia="tr-TR"/>
        </w:rPr>
        <w:br w:type="page"/>
      </w:r>
      <w:r>
        <w:rPr>
          <w:rFonts w:eastAsia="Arial Unicode MS" w:cs="Calibri"/>
          <w:b/>
          <w:bCs/>
          <w:lang w:val="en-US"/>
        </w:rPr>
        <w:t>Senden Öncekilerin İ</w:t>
      </w:r>
      <w:r w:rsidRPr="0039425D">
        <w:rPr>
          <w:rFonts w:eastAsia="Arial Unicode MS" w:cs="Calibri"/>
          <w:b/>
          <w:bCs/>
          <w:lang w:val="en-US"/>
        </w:rPr>
        <w:t>smini Söyle</w:t>
      </w:r>
    </w:p>
    <w:p w:rsidR="00F617FE" w:rsidRPr="00BB7831" w:rsidRDefault="00F617FE" w:rsidP="0039425D">
      <w:pPr>
        <w:spacing w:after="0" w:line="360" w:lineRule="auto"/>
        <w:rPr>
          <w:rFonts w:cs="Calibri"/>
          <w:bCs/>
          <w:noProof w:val="0"/>
        </w:rPr>
      </w:pPr>
      <w:r w:rsidRPr="0039425D">
        <w:rPr>
          <w:rFonts w:cs="Calibri"/>
          <w:b/>
          <w:bCs/>
          <w:noProof w:val="0"/>
        </w:rPr>
        <w:t xml:space="preserve">Etkinlik Çeşidi: </w:t>
      </w:r>
      <w:r w:rsidRPr="0039425D">
        <w:rPr>
          <w:rFonts w:cs="Calibri"/>
          <w:bCs/>
          <w:noProof w:val="0"/>
        </w:rPr>
        <w:t xml:space="preserve">Oyun </w:t>
      </w:r>
      <w:r>
        <w:rPr>
          <w:rFonts w:cs="Calibri"/>
          <w:bCs/>
        </w:rPr>
        <w:t>(Bireysel-</w:t>
      </w:r>
      <w:r w:rsidRPr="0039425D">
        <w:rPr>
          <w:rFonts w:cs="Calibri"/>
          <w:bCs/>
        </w:rPr>
        <w:t xml:space="preserve"> Büyük Grup Etkinliği)</w:t>
      </w:r>
      <w:r w:rsidRPr="0039425D">
        <w:rPr>
          <w:rFonts w:cs="Calibri"/>
          <w:bCs/>
        </w:rPr>
        <w:tab/>
      </w:r>
      <w:r w:rsidRPr="0039425D">
        <w:rPr>
          <w:rFonts w:cs="Calibri"/>
          <w:b/>
          <w:bCs/>
        </w:rPr>
        <w:tab/>
      </w:r>
      <w:r w:rsidRPr="0039425D">
        <w:rPr>
          <w:rFonts w:cs="Calibri"/>
          <w:b/>
          <w:bCs/>
        </w:rPr>
        <w:tab/>
      </w:r>
      <w:r w:rsidRPr="0039425D">
        <w:rPr>
          <w:rFonts w:cs="Calibri"/>
          <w:b/>
          <w:bCs/>
        </w:rPr>
        <w:tab/>
      </w:r>
      <w:r w:rsidRPr="0039425D">
        <w:rPr>
          <w:rFonts w:cs="Calibri"/>
          <w:bCs/>
          <w:noProof w:val="0"/>
        </w:rPr>
        <w:tab/>
      </w:r>
      <w:r w:rsidRPr="0039425D">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39425D">
        <w:rPr>
          <w:rFonts w:cs="Calibri"/>
          <w:b/>
          <w:noProof w:val="0"/>
        </w:rPr>
        <w:t xml:space="preserve">Yaş Grubu: </w:t>
      </w:r>
      <w:r w:rsidRPr="0039425D">
        <w:rPr>
          <w:rFonts w:cs="Calibri"/>
          <w:lang w:eastAsia="tr-TR"/>
        </w:rPr>
        <w:t>36-48 Ay</w:t>
      </w:r>
    </w:p>
    <w:p w:rsidR="00F617FE" w:rsidRPr="0039425D" w:rsidRDefault="00F617FE" w:rsidP="0039425D">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7"/>
        <w:gridCol w:w="7093"/>
      </w:tblGrid>
      <w:tr w:rsidR="00F617FE" w:rsidRPr="0039425D" w:rsidTr="00732B75">
        <w:tc>
          <w:tcPr>
            <w:tcW w:w="7423" w:type="dxa"/>
            <w:tcBorders>
              <w:top w:val="single" w:sz="4" w:space="0" w:color="000000"/>
              <w:bottom w:val="single" w:sz="4" w:space="0" w:color="000000"/>
            </w:tcBorders>
          </w:tcPr>
          <w:p w:rsidR="00F617FE" w:rsidRPr="0039425D" w:rsidRDefault="00F617FE" w:rsidP="0039425D">
            <w:pPr>
              <w:spacing w:after="0" w:line="360" w:lineRule="auto"/>
              <w:jc w:val="center"/>
              <w:rPr>
                <w:rFonts w:cs="Calibri"/>
                <w:b/>
                <w:bCs/>
                <w:noProof w:val="0"/>
                <w:lang w:eastAsia="tr-TR"/>
              </w:rPr>
            </w:pPr>
          </w:p>
          <w:p w:rsidR="00F617FE" w:rsidRPr="0039425D" w:rsidRDefault="00F617FE" w:rsidP="0039425D">
            <w:pPr>
              <w:spacing w:after="0" w:line="360" w:lineRule="auto"/>
              <w:jc w:val="center"/>
              <w:rPr>
                <w:rFonts w:cs="Calibri"/>
                <w:b/>
                <w:bCs/>
                <w:noProof w:val="0"/>
                <w:lang w:eastAsia="tr-TR"/>
              </w:rPr>
            </w:pPr>
            <w:r w:rsidRPr="0039425D">
              <w:rPr>
                <w:rFonts w:cs="Calibri"/>
                <w:b/>
                <w:bCs/>
                <w:noProof w:val="0"/>
                <w:lang w:eastAsia="tr-TR"/>
              </w:rPr>
              <w:t>KAZANIMLAR VE GÖSTERGELERİ</w:t>
            </w:r>
          </w:p>
          <w:p w:rsidR="00F617FE" w:rsidRPr="0039425D" w:rsidRDefault="00F617FE" w:rsidP="0039425D">
            <w:pPr>
              <w:spacing w:after="0" w:line="360" w:lineRule="auto"/>
              <w:rPr>
                <w:b/>
              </w:rPr>
            </w:pPr>
            <w:r w:rsidRPr="0039425D">
              <w:rPr>
                <w:b/>
              </w:rPr>
              <w:t>BİLİŞSEL GELİŞİM:</w:t>
            </w:r>
          </w:p>
          <w:p w:rsidR="00F617FE" w:rsidRPr="0039425D" w:rsidRDefault="00F617FE" w:rsidP="0039425D">
            <w:pPr>
              <w:spacing w:after="0" w:line="360" w:lineRule="auto"/>
              <w:rPr>
                <w:b/>
              </w:rPr>
            </w:pPr>
            <w:r w:rsidRPr="0039425D">
              <w:rPr>
                <w:b/>
              </w:rPr>
              <w:t>Kazanım 1: Nesne/durum/olaya dikkatini verir.</w:t>
            </w:r>
          </w:p>
          <w:p w:rsidR="00F617FE" w:rsidRDefault="00F617FE" w:rsidP="0039425D">
            <w:pPr>
              <w:spacing w:after="0" w:line="360" w:lineRule="auto"/>
              <w:rPr>
                <w:b/>
                <w:i/>
              </w:rPr>
            </w:pPr>
            <w:r w:rsidRPr="0039425D">
              <w:rPr>
                <w:b/>
                <w:i/>
              </w:rPr>
              <w:t xml:space="preserve">Göstergeleri: </w:t>
            </w:r>
          </w:p>
          <w:p w:rsidR="00F617FE" w:rsidRDefault="00F617FE" w:rsidP="0039425D">
            <w:pPr>
              <w:spacing w:after="0" w:line="360" w:lineRule="auto"/>
              <w:rPr>
                <w:i/>
              </w:rPr>
            </w:pPr>
            <w:r w:rsidRPr="0039425D">
              <w:rPr>
                <w:i/>
              </w:rPr>
              <w:t xml:space="preserve">Dikkat edilmesi gereken nesne/durum/olaya odaklanır. </w:t>
            </w:r>
          </w:p>
          <w:p w:rsidR="00F617FE" w:rsidRDefault="00F617FE" w:rsidP="0039425D">
            <w:pPr>
              <w:spacing w:after="0" w:line="360" w:lineRule="auto"/>
              <w:rPr>
                <w:i/>
              </w:rPr>
            </w:pPr>
            <w:r w:rsidRPr="0039425D">
              <w:rPr>
                <w:i/>
              </w:rPr>
              <w:t xml:space="preserve">Dikkatini çeken nesne/durum/olaya yönelik sorular sorar. </w:t>
            </w:r>
          </w:p>
          <w:p w:rsidR="00F617FE" w:rsidRPr="0039425D" w:rsidRDefault="00F617FE" w:rsidP="0039425D">
            <w:pPr>
              <w:spacing w:after="0" w:line="360" w:lineRule="auto"/>
              <w:rPr>
                <w:i/>
              </w:rPr>
            </w:pPr>
            <w:r w:rsidRPr="0039425D">
              <w:rPr>
                <w:i/>
              </w:rPr>
              <w:t>Dikkatini çeken nesne/durum/olayı ayrıntılarıyla açıklar.</w:t>
            </w:r>
          </w:p>
          <w:p w:rsidR="00F617FE" w:rsidRPr="0039425D" w:rsidRDefault="00F617FE" w:rsidP="0039425D">
            <w:pPr>
              <w:spacing w:after="0" w:line="360" w:lineRule="auto"/>
              <w:rPr>
                <w:b/>
              </w:rPr>
            </w:pPr>
            <w:r w:rsidRPr="0039425D">
              <w:rPr>
                <w:b/>
              </w:rPr>
              <w:t>Kazanım 3: Algıladıklarını hatırlar.</w:t>
            </w:r>
          </w:p>
          <w:p w:rsidR="00F617FE" w:rsidRDefault="00F617FE" w:rsidP="0039425D">
            <w:pPr>
              <w:spacing w:after="0" w:line="360" w:lineRule="auto"/>
              <w:rPr>
                <w:i/>
              </w:rPr>
            </w:pPr>
            <w:r w:rsidRPr="0039425D">
              <w:rPr>
                <w:b/>
                <w:i/>
              </w:rPr>
              <w:t>Göstergeleri:</w:t>
            </w:r>
            <w:r w:rsidRPr="0039425D">
              <w:rPr>
                <w:i/>
              </w:rPr>
              <w:t xml:space="preserve"> </w:t>
            </w:r>
          </w:p>
          <w:p w:rsidR="00F617FE" w:rsidRDefault="00F617FE" w:rsidP="0039425D">
            <w:pPr>
              <w:spacing w:after="0" w:line="360" w:lineRule="auto"/>
              <w:rPr>
                <w:i/>
              </w:rPr>
            </w:pPr>
            <w:r w:rsidRPr="0039425D">
              <w:rPr>
                <w:i/>
              </w:rPr>
              <w:t xml:space="preserve">Nesne/durum/olayı bir süre sonra yeniden söyler. </w:t>
            </w:r>
          </w:p>
          <w:p w:rsidR="00F617FE" w:rsidRDefault="00F617FE" w:rsidP="0039425D">
            <w:pPr>
              <w:spacing w:after="0" w:line="360" w:lineRule="auto"/>
              <w:rPr>
                <w:i/>
              </w:rPr>
            </w:pPr>
            <w:r w:rsidRPr="0039425D">
              <w:rPr>
                <w:i/>
              </w:rPr>
              <w:t xml:space="preserve">Eksilen veya eklenen nesneyi söyler. </w:t>
            </w:r>
          </w:p>
          <w:p w:rsidR="00F617FE" w:rsidRPr="0039425D" w:rsidRDefault="00F617FE" w:rsidP="0039425D">
            <w:pPr>
              <w:spacing w:after="0" w:line="360" w:lineRule="auto"/>
            </w:pPr>
            <w:r w:rsidRPr="0039425D">
              <w:rPr>
                <w:i/>
              </w:rPr>
              <w:t>Hatırladıklarını yeni durumlarda kullanır</w:t>
            </w:r>
            <w:r w:rsidRPr="0039425D">
              <w:t>.</w:t>
            </w:r>
          </w:p>
          <w:p w:rsidR="00F617FE" w:rsidRDefault="00F617FE" w:rsidP="0039425D">
            <w:pPr>
              <w:spacing w:after="0" w:line="360" w:lineRule="auto"/>
              <w:rPr>
                <w:b/>
              </w:rPr>
            </w:pPr>
          </w:p>
          <w:p w:rsidR="00F617FE" w:rsidRPr="0039425D" w:rsidRDefault="00F617FE" w:rsidP="0039425D">
            <w:pPr>
              <w:spacing w:after="0" w:line="360" w:lineRule="auto"/>
              <w:rPr>
                <w:b/>
              </w:rPr>
            </w:pPr>
            <w:r>
              <w:rPr>
                <w:b/>
              </w:rPr>
              <w:t>SOSYAL VE DUYGUSAL GELİŞİM</w:t>
            </w:r>
          </w:p>
          <w:p w:rsidR="00F617FE" w:rsidRPr="0039425D" w:rsidRDefault="00F617FE" w:rsidP="0039425D">
            <w:pPr>
              <w:spacing w:after="0" w:line="360" w:lineRule="auto"/>
              <w:rPr>
                <w:b/>
              </w:rPr>
            </w:pPr>
            <w:r w:rsidRPr="0039425D">
              <w:rPr>
                <w:b/>
              </w:rPr>
              <w:t>Kazanım 1: Kendisine ait özellikleri tanıtır.</w:t>
            </w:r>
          </w:p>
          <w:p w:rsidR="00F617FE" w:rsidRDefault="00F617FE" w:rsidP="0039425D">
            <w:pPr>
              <w:spacing w:after="0" w:line="360" w:lineRule="auto"/>
              <w:rPr>
                <w:i/>
              </w:rPr>
            </w:pPr>
            <w:r w:rsidRPr="0039425D">
              <w:rPr>
                <w:b/>
                <w:i/>
              </w:rPr>
              <w:t>Göstergeleri:</w:t>
            </w:r>
            <w:r w:rsidRPr="0039425D">
              <w:rPr>
                <w:i/>
              </w:rPr>
              <w:t xml:space="preserve"> </w:t>
            </w:r>
          </w:p>
          <w:p w:rsidR="00F617FE" w:rsidRPr="0039425D" w:rsidRDefault="00F617FE" w:rsidP="0039425D">
            <w:pPr>
              <w:spacing w:after="0" w:line="360" w:lineRule="auto"/>
              <w:rPr>
                <w:i/>
              </w:rPr>
            </w:pPr>
            <w:r w:rsidRPr="0039425D">
              <w:rPr>
                <w:i/>
              </w:rPr>
              <w:t>Adını/soyadını söyler.</w:t>
            </w:r>
          </w:p>
          <w:p w:rsidR="00F617FE" w:rsidRPr="0039425D" w:rsidRDefault="00F617FE" w:rsidP="0039425D">
            <w:pPr>
              <w:spacing w:after="0" w:line="360" w:lineRule="auto"/>
            </w:pPr>
          </w:p>
        </w:tc>
        <w:tc>
          <w:tcPr>
            <w:tcW w:w="7423" w:type="dxa"/>
            <w:tcBorders>
              <w:top w:val="single" w:sz="4" w:space="0" w:color="000000"/>
              <w:bottom w:val="single" w:sz="4" w:space="0" w:color="000000"/>
            </w:tcBorders>
          </w:tcPr>
          <w:p w:rsidR="00F617FE" w:rsidRPr="0039425D" w:rsidRDefault="00F617FE" w:rsidP="0039425D">
            <w:pPr>
              <w:autoSpaceDE w:val="0"/>
              <w:autoSpaceDN w:val="0"/>
              <w:adjustRightInd w:val="0"/>
              <w:spacing w:after="0" w:line="360" w:lineRule="auto"/>
              <w:jc w:val="center"/>
              <w:rPr>
                <w:rFonts w:cs="Calibri"/>
                <w:b/>
                <w:bCs/>
                <w:noProof w:val="0"/>
                <w:lang w:eastAsia="tr-TR"/>
              </w:rPr>
            </w:pPr>
          </w:p>
          <w:p w:rsidR="00F617FE" w:rsidRPr="0039425D" w:rsidRDefault="00F617FE" w:rsidP="0039425D">
            <w:pPr>
              <w:autoSpaceDE w:val="0"/>
              <w:autoSpaceDN w:val="0"/>
              <w:adjustRightInd w:val="0"/>
              <w:spacing w:after="0" w:line="360" w:lineRule="auto"/>
              <w:jc w:val="center"/>
              <w:rPr>
                <w:rFonts w:cs="Calibri"/>
                <w:b/>
                <w:bCs/>
                <w:noProof w:val="0"/>
                <w:lang w:eastAsia="tr-TR"/>
              </w:rPr>
            </w:pPr>
            <w:r w:rsidRPr="0039425D">
              <w:rPr>
                <w:rFonts w:cs="Calibri"/>
                <w:b/>
                <w:bCs/>
                <w:noProof w:val="0"/>
                <w:lang w:eastAsia="tr-TR"/>
              </w:rPr>
              <w:t>ÖĞRENME SÜRECİ</w:t>
            </w:r>
          </w:p>
          <w:p w:rsidR="00F617FE" w:rsidRPr="0039425D" w:rsidRDefault="00F617FE" w:rsidP="0039425D">
            <w:pPr>
              <w:pStyle w:val="amlcaocukPlan"/>
              <w:spacing w:line="360" w:lineRule="auto"/>
              <w:rPr>
                <w:sz w:val="22"/>
                <w:szCs w:val="22"/>
              </w:rPr>
            </w:pPr>
            <w:r w:rsidRPr="0039425D">
              <w:rPr>
                <w:sz w:val="22"/>
                <w:szCs w:val="22"/>
              </w:rPr>
              <w:t>Çocuklar “El ele tutuşalım, halkaya karışalım.” şarkılı oyunu eşliğinde daire şeklinde toplanır.  Daire şeklinde minderlere oturmaları sağlanır.</w:t>
            </w:r>
          </w:p>
          <w:p w:rsidR="00F617FE" w:rsidRPr="0039425D" w:rsidRDefault="00F617FE" w:rsidP="0039425D">
            <w:pPr>
              <w:pStyle w:val="amlcaocukPlan"/>
              <w:spacing w:line="360" w:lineRule="auto"/>
              <w:rPr>
                <w:sz w:val="22"/>
                <w:szCs w:val="22"/>
              </w:rPr>
            </w:pPr>
            <w:r w:rsidRPr="0039425D">
              <w:rPr>
                <w:sz w:val="22"/>
                <w:szCs w:val="22"/>
              </w:rPr>
              <w:t>Oyunun nasıl oynanacağı anlatılır. Çocuklardan biri seçilerek oyun başlatılır.</w:t>
            </w:r>
          </w:p>
          <w:p w:rsidR="00F617FE" w:rsidRPr="0039425D" w:rsidRDefault="00F617FE" w:rsidP="0039425D">
            <w:pPr>
              <w:pStyle w:val="amlcaocukPlan"/>
              <w:spacing w:line="360" w:lineRule="auto"/>
              <w:rPr>
                <w:sz w:val="22"/>
                <w:szCs w:val="22"/>
              </w:rPr>
            </w:pPr>
            <w:r w:rsidRPr="0039425D">
              <w:rPr>
                <w:sz w:val="22"/>
                <w:szCs w:val="22"/>
              </w:rPr>
              <w:t xml:space="preserve"> Seçilen çocuk kendi ismini söyler. Sıra yanındaki çocuğa geçer. Bu çocuk önce kendinden önceki çocuğun ismini, daha sonra kendi ismini söyler. Konuşma sırası yanındaki çocuğa geçer. Sırası gelen çocuk kendinden önce söz alan 2 çocuğun ismini söyledikten sonra kendi ismini söyler. Bu şekilde oyuna devam edilir. 5 çocuk söz aldıktan sonra oyun durdurulur. Sıra kimde kaldıysa o çocuk sadece kendi ismini söyleyerek sözü yanındaki arkadaşına bırakır. Bu şekilde oyun söylenen isim 5 çocuk olana kadar devam eder.</w:t>
            </w:r>
          </w:p>
          <w:p w:rsidR="00F617FE" w:rsidRPr="0039425D" w:rsidRDefault="00F617FE" w:rsidP="0039425D">
            <w:pPr>
              <w:pStyle w:val="amlcaocukPlan"/>
              <w:spacing w:line="360" w:lineRule="auto"/>
              <w:rPr>
                <w:sz w:val="22"/>
                <w:szCs w:val="22"/>
              </w:rPr>
            </w:pPr>
            <w:r w:rsidRPr="0039425D">
              <w:rPr>
                <w:sz w:val="22"/>
                <w:szCs w:val="22"/>
              </w:rPr>
              <w:t>Diğer turlarında insan isimleri yerine hayvan ve ya da isimleri söylenerek oyuna devam edilir.</w:t>
            </w:r>
          </w:p>
        </w:tc>
      </w:tr>
    </w:tbl>
    <w:p w:rsidR="00F617FE" w:rsidRPr="0039425D" w:rsidRDefault="00F617FE" w:rsidP="0039425D">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F617FE" w:rsidRPr="0039425D" w:rsidTr="00732B75">
        <w:tc>
          <w:tcPr>
            <w:tcW w:w="7054" w:type="dxa"/>
            <w:tcBorders>
              <w:top w:val="single" w:sz="4" w:space="0" w:color="000000"/>
              <w:bottom w:val="single" w:sz="4" w:space="0" w:color="000000"/>
            </w:tcBorders>
          </w:tcPr>
          <w:p w:rsidR="00F617FE" w:rsidRPr="0039425D" w:rsidRDefault="00F617FE" w:rsidP="0039425D">
            <w:pPr>
              <w:spacing w:after="0" w:line="360" w:lineRule="auto"/>
              <w:rPr>
                <w:rFonts w:cs="Calibri"/>
                <w:b/>
                <w:noProof w:val="0"/>
                <w:lang w:eastAsia="tr-TR"/>
              </w:rPr>
            </w:pPr>
          </w:p>
          <w:p w:rsidR="00F617FE" w:rsidRDefault="00F617FE" w:rsidP="0039425D">
            <w:pPr>
              <w:tabs>
                <w:tab w:val="left" w:pos="993"/>
              </w:tabs>
              <w:spacing w:after="0" w:line="360" w:lineRule="auto"/>
              <w:jc w:val="center"/>
              <w:rPr>
                <w:rFonts w:cs="Calibri"/>
                <w:b/>
                <w:noProof w:val="0"/>
                <w:lang w:eastAsia="tr-TR"/>
              </w:rPr>
            </w:pPr>
            <w:r w:rsidRPr="0039425D">
              <w:rPr>
                <w:rFonts w:cs="Calibri"/>
                <w:b/>
                <w:noProof w:val="0"/>
                <w:lang w:eastAsia="tr-TR"/>
              </w:rPr>
              <w:t>Materyaller</w:t>
            </w:r>
          </w:p>
          <w:p w:rsidR="00F617FE" w:rsidRPr="0039425D" w:rsidRDefault="00F617FE" w:rsidP="0039425D">
            <w:pPr>
              <w:tabs>
                <w:tab w:val="left" w:pos="993"/>
              </w:tabs>
              <w:spacing w:after="0" w:line="360" w:lineRule="auto"/>
              <w:jc w:val="center"/>
              <w:rPr>
                <w:rFonts w:cs="Calibri"/>
                <w:b/>
                <w:noProof w:val="0"/>
                <w:lang w:eastAsia="tr-TR"/>
              </w:rPr>
            </w:pPr>
            <w:r>
              <w:rPr>
                <w:rFonts w:cs="Calibri"/>
                <w:b/>
                <w:noProof w:val="0"/>
                <w:lang w:eastAsia="tr-TR"/>
              </w:rPr>
              <w:t>-</w:t>
            </w:r>
          </w:p>
          <w:p w:rsidR="00F617FE" w:rsidRDefault="00F617FE" w:rsidP="0039425D">
            <w:pPr>
              <w:tabs>
                <w:tab w:val="left" w:pos="993"/>
              </w:tabs>
              <w:spacing w:after="0" w:line="360" w:lineRule="auto"/>
              <w:jc w:val="center"/>
              <w:rPr>
                <w:rFonts w:cs="Calibri"/>
                <w:b/>
                <w:bCs/>
                <w:noProof w:val="0"/>
                <w:lang w:eastAsia="tr-TR"/>
              </w:rPr>
            </w:pPr>
            <w:r w:rsidRPr="0039425D">
              <w:rPr>
                <w:rFonts w:cs="Calibri"/>
                <w:b/>
                <w:bCs/>
                <w:noProof w:val="0"/>
                <w:lang w:eastAsia="tr-TR"/>
              </w:rPr>
              <w:t>Sözcükler</w:t>
            </w:r>
          </w:p>
          <w:p w:rsidR="00F617FE" w:rsidRPr="0039425D" w:rsidRDefault="00F617FE" w:rsidP="0039425D">
            <w:pPr>
              <w:tabs>
                <w:tab w:val="left" w:pos="993"/>
              </w:tabs>
              <w:spacing w:after="0" w:line="360" w:lineRule="auto"/>
              <w:jc w:val="center"/>
              <w:rPr>
                <w:rFonts w:cs="Calibri"/>
                <w:b/>
                <w:bCs/>
                <w:noProof w:val="0"/>
                <w:lang w:eastAsia="tr-TR"/>
              </w:rPr>
            </w:pPr>
            <w:r>
              <w:rPr>
                <w:rFonts w:cs="Calibri"/>
                <w:b/>
                <w:bCs/>
                <w:noProof w:val="0"/>
                <w:lang w:eastAsia="tr-TR"/>
              </w:rPr>
              <w:t>-</w:t>
            </w:r>
          </w:p>
          <w:p w:rsidR="00F617FE" w:rsidRDefault="00F617FE" w:rsidP="0039425D">
            <w:pPr>
              <w:tabs>
                <w:tab w:val="left" w:pos="991"/>
              </w:tabs>
              <w:spacing w:after="0" w:line="360" w:lineRule="auto"/>
              <w:jc w:val="center"/>
              <w:rPr>
                <w:rFonts w:cs="Calibri"/>
                <w:b/>
                <w:bCs/>
                <w:noProof w:val="0"/>
                <w:lang w:eastAsia="tr-TR"/>
              </w:rPr>
            </w:pPr>
            <w:r w:rsidRPr="0039425D">
              <w:rPr>
                <w:rFonts w:cs="Calibri"/>
                <w:b/>
                <w:bCs/>
                <w:noProof w:val="0"/>
                <w:lang w:eastAsia="tr-TR"/>
              </w:rPr>
              <w:t>Kavramlar</w:t>
            </w:r>
          </w:p>
          <w:p w:rsidR="00F617FE" w:rsidRPr="0039425D" w:rsidRDefault="00F617FE" w:rsidP="0039425D">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229" w:type="dxa"/>
            <w:tcBorders>
              <w:top w:val="single" w:sz="4" w:space="0" w:color="000000"/>
              <w:bottom w:val="single" w:sz="4" w:space="0" w:color="000000"/>
            </w:tcBorders>
          </w:tcPr>
          <w:p w:rsidR="00F617FE" w:rsidRPr="0039425D" w:rsidRDefault="00F617FE" w:rsidP="0039425D">
            <w:pPr>
              <w:autoSpaceDE w:val="0"/>
              <w:autoSpaceDN w:val="0"/>
              <w:adjustRightInd w:val="0"/>
              <w:spacing w:after="0" w:line="360" w:lineRule="auto"/>
              <w:jc w:val="center"/>
              <w:rPr>
                <w:rFonts w:cs="Calibri"/>
                <w:b/>
                <w:noProof w:val="0"/>
                <w:lang w:eastAsia="tr-TR"/>
              </w:rPr>
            </w:pPr>
          </w:p>
          <w:p w:rsidR="00F617FE" w:rsidRPr="0039425D" w:rsidRDefault="00F617FE" w:rsidP="0039425D">
            <w:pPr>
              <w:autoSpaceDE w:val="0"/>
              <w:autoSpaceDN w:val="0"/>
              <w:adjustRightInd w:val="0"/>
              <w:spacing w:after="0" w:line="360" w:lineRule="auto"/>
              <w:jc w:val="center"/>
              <w:rPr>
                <w:rFonts w:cs="Calibri"/>
                <w:b/>
                <w:noProof w:val="0"/>
                <w:lang w:eastAsia="tr-TR"/>
              </w:rPr>
            </w:pPr>
            <w:r w:rsidRPr="0039425D">
              <w:rPr>
                <w:rFonts w:cs="Calibri"/>
                <w:b/>
                <w:noProof w:val="0"/>
                <w:lang w:eastAsia="tr-TR"/>
              </w:rPr>
              <w:t>AİLE KATILIMI</w:t>
            </w:r>
          </w:p>
          <w:p w:rsidR="00F617FE" w:rsidRPr="0039425D" w:rsidRDefault="00F617FE" w:rsidP="00BB7831">
            <w:pPr>
              <w:pStyle w:val="amlcaocukPlan"/>
              <w:numPr>
                <w:ilvl w:val="0"/>
                <w:numId w:val="0"/>
              </w:numPr>
              <w:spacing w:line="360" w:lineRule="auto"/>
              <w:rPr>
                <w:sz w:val="22"/>
                <w:szCs w:val="22"/>
              </w:rPr>
            </w:pPr>
          </w:p>
        </w:tc>
      </w:tr>
    </w:tbl>
    <w:p w:rsidR="00F617FE" w:rsidRPr="0039425D" w:rsidRDefault="00F617FE" w:rsidP="0039425D">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F617FE" w:rsidRPr="0039425D" w:rsidTr="00732B75">
        <w:tc>
          <w:tcPr>
            <w:tcW w:w="7423" w:type="dxa"/>
            <w:tcBorders>
              <w:top w:val="single" w:sz="4" w:space="0" w:color="000000"/>
              <w:bottom w:val="single" w:sz="4" w:space="0" w:color="000000"/>
            </w:tcBorders>
          </w:tcPr>
          <w:p w:rsidR="00F617FE" w:rsidRPr="0039425D" w:rsidRDefault="00F617FE" w:rsidP="0039425D">
            <w:pPr>
              <w:autoSpaceDE w:val="0"/>
              <w:autoSpaceDN w:val="0"/>
              <w:adjustRightInd w:val="0"/>
              <w:spacing w:after="0" w:line="360" w:lineRule="auto"/>
              <w:jc w:val="center"/>
              <w:rPr>
                <w:rFonts w:eastAsia="Arial Unicode MS" w:cs="Calibri"/>
                <w:noProof w:val="0"/>
                <w:lang w:eastAsia="tr-TR"/>
              </w:rPr>
            </w:pPr>
          </w:p>
          <w:p w:rsidR="00F617FE" w:rsidRPr="0039425D" w:rsidRDefault="00F617FE" w:rsidP="0039425D">
            <w:pPr>
              <w:autoSpaceDE w:val="0"/>
              <w:autoSpaceDN w:val="0"/>
              <w:adjustRightInd w:val="0"/>
              <w:spacing w:after="0" w:line="360" w:lineRule="auto"/>
              <w:jc w:val="center"/>
              <w:rPr>
                <w:rFonts w:cs="Calibri"/>
                <w:b/>
                <w:noProof w:val="0"/>
                <w:lang w:eastAsia="tr-TR"/>
              </w:rPr>
            </w:pPr>
            <w:r w:rsidRPr="0039425D">
              <w:rPr>
                <w:rFonts w:eastAsia="Arial Unicode MS" w:cs="Calibri"/>
                <w:noProof w:val="0"/>
                <w:lang w:eastAsia="tr-TR"/>
              </w:rPr>
              <w:t xml:space="preserve"> </w:t>
            </w:r>
            <w:r w:rsidRPr="0039425D">
              <w:rPr>
                <w:rFonts w:cs="Calibri"/>
                <w:b/>
                <w:noProof w:val="0"/>
                <w:lang w:eastAsia="tr-TR"/>
              </w:rPr>
              <w:t>DEĞERLENDİRME</w:t>
            </w:r>
          </w:p>
          <w:p w:rsidR="00F617FE" w:rsidRPr="0039425D" w:rsidRDefault="00F617FE" w:rsidP="0039425D">
            <w:pPr>
              <w:autoSpaceDE w:val="0"/>
              <w:autoSpaceDN w:val="0"/>
              <w:adjustRightInd w:val="0"/>
              <w:spacing w:after="0" w:line="360" w:lineRule="auto"/>
              <w:rPr>
                <w:rFonts w:cs="Calibri"/>
                <w:noProof w:val="0"/>
                <w:lang w:eastAsia="tr-TR"/>
              </w:rPr>
            </w:pPr>
            <w:r w:rsidRPr="0039425D">
              <w:rPr>
                <w:rFonts w:cs="Calibri"/>
                <w:noProof w:val="0"/>
                <w:lang w:eastAsia="tr-TR"/>
              </w:rPr>
              <w:t>Etkinlik sonunda çocuklara aşağıdaki türde sorular yöneltilebilir.</w:t>
            </w:r>
          </w:p>
          <w:p w:rsidR="00F617FE" w:rsidRPr="0039425D" w:rsidRDefault="00F617FE" w:rsidP="0039425D">
            <w:pPr>
              <w:pStyle w:val="amlcaocukPlan"/>
              <w:spacing w:line="360" w:lineRule="auto"/>
              <w:rPr>
                <w:sz w:val="22"/>
                <w:szCs w:val="22"/>
              </w:rPr>
            </w:pPr>
            <w:r w:rsidRPr="0039425D">
              <w:rPr>
                <w:sz w:val="22"/>
                <w:szCs w:val="22"/>
              </w:rPr>
              <w:t>Oyuna ilk olarak hangi arkadaşımızın ismiyle başladık?</w:t>
            </w:r>
          </w:p>
          <w:p w:rsidR="00F617FE" w:rsidRPr="0039425D" w:rsidRDefault="00F617FE" w:rsidP="0039425D">
            <w:pPr>
              <w:pStyle w:val="amlcaocukPlan"/>
              <w:spacing w:line="360" w:lineRule="auto"/>
              <w:rPr>
                <w:sz w:val="22"/>
                <w:szCs w:val="22"/>
              </w:rPr>
            </w:pPr>
            <w:r w:rsidRPr="0039425D">
              <w:rPr>
                <w:sz w:val="22"/>
                <w:szCs w:val="22"/>
              </w:rPr>
              <w:t>İkinci olarak ismini söyleyen iki arkadaşınızın ismini söyler misiniz?</w:t>
            </w:r>
          </w:p>
          <w:p w:rsidR="00F617FE" w:rsidRPr="0039425D" w:rsidRDefault="00F617FE" w:rsidP="0039425D">
            <w:pPr>
              <w:pStyle w:val="amlcaocukPlan"/>
              <w:spacing w:line="360" w:lineRule="auto"/>
              <w:rPr>
                <w:sz w:val="22"/>
                <w:szCs w:val="22"/>
              </w:rPr>
            </w:pPr>
            <w:r w:rsidRPr="0039425D">
              <w:rPr>
                <w:sz w:val="22"/>
                <w:szCs w:val="22"/>
              </w:rPr>
              <w:t>Üçüncü olarak ismini söyleyen arkadaşımızın ismini söyler misiniz?</w:t>
            </w:r>
          </w:p>
          <w:p w:rsidR="00F617FE" w:rsidRPr="0039425D" w:rsidRDefault="00F617FE" w:rsidP="0039425D">
            <w:pPr>
              <w:pStyle w:val="amlcaocukPlan"/>
              <w:spacing w:line="360" w:lineRule="auto"/>
              <w:rPr>
                <w:sz w:val="22"/>
                <w:szCs w:val="22"/>
              </w:rPr>
            </w:pPr>
            <w:r w:rsidRPr="0039425D">
              <w:rPr>
                <w:sz w:val="22"/>
                <w:szCs w:val="22"/>
              </w:rPr>
              <w:t>Bu oyunda insan isimlerinden başka hangi isimleri kullanabiliriz?</w:t>
            </w:r>
          </w:p>
        </w:tc>
        <w:tc>
          <w:tcPr>
            <w:tcW w:w="7423" w:type="dxa"/>
            <w:tcBorders>
              <w:top w:val="single" w:sz="4" w:space="0" w:color="000000"/>
              <w:bottom w:val="single" w:sz="4" w:space="0" w:color="000000"/>
            </w:tcBorders>
          </w:tcPr>
          <w:p w:rsidR="00F617FE" w:rsidRPr="0039425D" w:rsidRDefault="00F617FE" w:rsidP="0039425D">
            <w:pPr>
              <w:autoSpaceDE w:val="0"/>
              <w:autoSpaceDN w:val="0"/>
              <w:adjustRightInd w:val="0"/>
              <w:spacing w:after="0" w:line="360" w:lineRule="auto"/>
              <w:jc w:val="center"/>
              <w:rPr>
                <w:rFonts w:cs="Calibri"/>
                <w:b/>
                <w:noProof w:val="0"/>
                <w:lang w:eastAsia="tr-TR"/>
              </w:rPr>
            </w:pPr>
          </w:p>
          <w:p w:rsidR="00F617FE" w:rsidRPr="0039425D" w:rsidRDefault="00F617FE" w:rsidP="0039425D">
            <w:pPr>
              <w:autoSpaceDE w:val="0"/>
              <w:autoSpaceDN w:val="0"/>
              <w:adjustRightInd w:val="0"/>
              <w:spacing w:after="0" w:line="360" w:lineRule="auto"/>
              <w:jc w:val="center"/>
              <w:rPr>
                <w:rFonts w:cs="Calibri"/>
                <w:b/>
                <w:noProof w:val="0"/>
                <w:lang w:eastAsia="tr-TR"/>
              </w:rPr>
            </w:pPr>
            <w:r w:rsidRPr="0039425D">
              <w:rPr>
                <w:rFonts w:cs="Calibri"/>
                <w:b/>
                <w:noProof w:val="0"/>
                <w:lang w:eastAsia="tr-TR"/>
              </w:rPr>
              <w:t>UYARLAMA</w:t>
            </w:r>
          </w:p>
          <w:p w:rsidR="00F617FE" w:rsidRPr="0039425D" w:rsidRDefault="00F617FE" w:rsidP="0039425D">
            <w:pPr>
              <w:pStyle w:val="amlcaocukPlan"/>
              <w:spacing w:line="360" w:lineRule="auto"/>
              <w:rPr>
                <w:sz w:val="22"/>
                <w:szCs w:val="22"/>
              </w:rPr>
            </w:pPr>
            <w:r w:rsidRPr="0039425D">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F617FE" w:rsidRPr="0039425D" w:rsidRDefault="00F617FE" w:rsidP="0039425D">
      <w:pPr>
        <w:spacing w:after="0" w:line="360" w:lineRule="auto"/>
        <w:rPr>
          <w:rFonts w:cs="Calibri"/>
          <w:noProof w:val="0"/>
        </w:rPr>
      </w:pPr>
    </w:p>
    <w:bookmarkEnd w:id="0"/>
    <w:p w:rsidR="00F617FE" w:rsidRPr="0039425D" w:rsidRDefault="00F617FE" w:rsidP="0039425D">
      <w:pPr>
        <w:spacing w:line="360" w:lineRule="auto"/>
        <w:rPr>
          <w:rFonts w:cs="Calibri"/>
          <w:b/>
          <w:noProof w:val="0"/>
        </w:rPr>
      </w:pPr>
    </w:p>
    <w:sectPr w:rsidR="00F617FE" w:rsidRPr="0039425D"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17FE" w:rsidRDefault="00F617FE" w:rsidP="0045618E">
      <w:pPr>
        <w:spacing w:after="0" w:line="240" w:lineRule="auto"/>
      </w:pPr>
      <w:r>
        <w:separator/>
      </w:r>
    </w:p>
  </w:endnote>
  <w:endnote w:type="continuationSeparator" w:id="0">
    <w:p w:rsidR="00F617FE" w:rsidRDefault="00F617FE" w:rsidP="004561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Neue">
    <w:altName w:val="Times New Roman"/>
    <w:panose1 w:val="00000000000000000000"/>
    <w:charset w:val="A2"/>
    <w:family w:val="auto"/>
    <w:notTrueType/>
    <w:pitch w:val="default"/>
    <w:sig w:usb0="00000007" w:usb1="00000000" w:usb2="00000000" w:usb3="00000000" w:csb0="0000001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7FE" w:rsidRDefault="00F617F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7FE" w:rsidRDefault="00F617FE">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3.2pt;width:56.25pt;height:28.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7FE" w:rsidRDefault="00F617F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17FE" w:rsidRDefault="00F617FE" w:rsidP="0045618E">
      <w:pPr>
        <w:spacing w:after="0" w:line="240" w:lineRule="auto"/>
      </w:pPr>
      <w:r>
        <w:separator/>
      </w:r>
    </w:p>
  </w:footnote>
  <w:footnote w:type="continuationSeparator" w:id="0">
    <w:p w:rsidR="00F617FE" w:rsidRDefault="00F617FE" w:rsidP="0045618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7FE" w:rsidRDefault="00F617F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7FE" w:rsidRDefault="00F617F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7FE" w:rsidRDefault="00F617F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80"/>
    <w:multiLevelType w:val="hybridMultilevel"/>
    <w:tmpl w:val="59A2FE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10216544"/>
    <w:multiLevelType w:val="hybridMultilevel"/>
    <w:tmpl w:val="613CCD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
    <w:nsid w:val="2E506E7D"/>
    <w:multiLevelType w:val="hybridMultilevel"/>
    <w:tmpl w:val="F2E00A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53D43890"/>
    <w:multiLevelType w:val="hybridMultilevel"/>
    <w:tmpl w:val="402417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1"/>
  </w:num>
  <w:num w:numId="5">
    <w:abstractNumId w:val="5"/>
  </w:num>
  <w:num w:numId="6">
    <w:abstractNumId w:val="4"/>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30F88"/>
    <w:rsid w:val="0004053C"/>
    <w:rsid w:val="0004715D"/>
    <w:rsid w:val="0004757C"/>
    <w:rsid w:val="000B18AE"/>
    <w:rsid w:val="000B33C2"/>
    <w:rsid w:val="000D401D"/>
    <w:rsid w:val="000F59C8"/>
    <w:rsid w:val="000F5B16"/>
    <w:rsid w:val="00114712"/>
    <w:rsid w:val="00124225"/>
    <w:rsid w:val="001947B5"/>
    <w:rsid w:val="00243820"/>
    <w:rsid w:val="002702D7"/>
    <w:rsid w:val="00270F5B"/>
    <w:rsid w:val="002A44A8"/>
    <w:rsid w:val="002C01F4"/>
    <w:rsid w:val="002D3999"/>
    <w:rsid w:val="003655FD"/>
    <w:rsid w:val="00370E34"/>
    <w:rsid w:val="0039425D"/>
    <w:rsid w:val="003D4F42"/>
    <w:rsid w:val="003F34FA"/>
    <w:rsid w:val="00406A76"/>
    <w:rsid w:val="0043097A"/>
    <w:rsid w:val="0045618E"/>
    <w:rsid w:val="004823C9"/>
    <w:rsid w:val="004B31DC"/>
    <w:rsid w:val="004E4B38"/>
    <w:rsid w:val="005207ED"/>
    <w:rsid w:val="005A5BDA"/>
    <w:rsid w:val="00654529"/>
    <w:rsid w:val="0066060C"/>
    <w:rsid w:val="006C24DA"/>
    <w:rsid w:val="0072572E"/>
    <w:rsid w:val="00732B75"/>
    <w:rsid w:val="00753880"/>
    <w:rsid w:val="00762F6B"/>
    <w:rsid w:val="00764567"/>
    <w:rsid w:val="00765241"/>
    <w:rsid w:val="0077628D"/>
    <w:rsid w:val="007831CF"/>
    <w:rsid w:val="00795D67"/>
    <w:rsid w:val="00796ADD"/>
    <w:rsid w:val="007B18D5"/>
    <w:rsid w:val="007B314C"/>
    <w:rsid w:val="007F5E04"/>
    <w:rsid w:val="00833012"/>
    <w:rsid w:val="00855030"/>
    <w:rsid w:val="00864380"/>
    <w:rsid w:val="008B1E3B"/>
    <w:rsid w:val="008D356D"/>
    <w:rsid w:val="00916CFE"/>
    <w:rsid w:val="0093450D"/>
    <w:rsid w:val="00951E40"/>
    <w:rsid w:val="00980B70"/>
    <w:rsid w:val="00984C8A"/>
    <w:rsid w:val="00992D14"/>
    <w:rsid w:val="0099419F"/>
    <w:rsid w:val="00996D62"/>
    <w:rsid w:val="009B78DF"/>
    <w:rsid w:val="009D2B96"/>
    <w:rsid w:val="009F3A6D"/>
    <w:rsid w:val="00A034A2"/>
    <w:rsid w:val="00A04BEA"/>
    <w:rsid w:val="00A828C1"/>
    <w:rsid w:val="00A91A98"/>
    <w:rsid w:val="00BB7831"/>
    <w:rsid w:val="00BD7C13"/>
    <w:rsid w:val="00BE4601"/>
    <w:rsid w:val="00BE4EEB"/>
    <w:rsid w:val="00C5586D"/>
    <w:rsid w:val="00C55AB5"/>
    <w:rsid w:val="00CA38A9"/>
    <w:rsid w:val="00CB1975"/>
    <w:rsid w:val="00CD0C8F"/>
    <w:rsid w:val="00CD1A53"/>
    <w:rsid w:val="00D5759E"/>
    <w:rsid w:val="00D96BA1"/>
    <w:rsid w:val="00DA2438"/>
    <w:rsid w:val="00DB4540"/>
    <w:rsid w:val="00DB702A"/>
    <w:rsid w:val="00E03AF3"/>
    <w:rsid w:val="00E6604B"/>
    <w:rsid w:val="00EB4656"/>
    <w:rsid w:val="00ED0CC2"/>
    <w:rsid w:val="00ED0FE9"/>
    <w:rsid w:val="00F401EF"/>
    <w:rsid w:val="00F52A59"/>
    <w:rsid w:val="00F56173"/>
    <w:rsid w:val="00F617FE"/>
    <w:rsid w:val="00F83A7F"/>
    <w:rsid w:val="00FA072B"/>
    <w:rsid w:val="00FD4294"/>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45618E"/>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45618E"/>
    <w:rPr>
      <w:rFonts w:ascii="Calibri" w:hAnsi="Calibri" w:cs="Times New Roman"/>
      <w:noProof/>
    </w:rPr>
  </w:style>
  <w:style w:type="paragraph" w:styleId="Footer">
    <w:name w:val="footer"/>
    <w:basedOn w:val="Normal"/>
    <w:link w:val="FooterChar"/>
    <w:uiPriority w:val="99"/>
    <w:semiHidden/>
    <w:rsid w:val="0045618E"/>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45618E"/>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44524130">
      <w:marLeft w:val="0"/>
      <w:marRight w:val="0"/>
      <w:marTop w:val="0"/>
      <w:marBottom w:val="0"/>
      <w:divBdr>
        <w:top w:val="none" w:sz="0" w:space="0" w:color="auto"/>
        <w:left w:val="none" w:sz="0" w:space="0" w:color="auto"/>
        <w:bottom w:val="none" w:sz="0" w:space="0" w:color="auto"/>
        <w:right w:val="none" w:sz="0" w:space="0" w:color="auto"/>
      </w:divBdr>
    </w:div>
    <w:div w:id="445241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150</TotalTime>
  <Pages>7</Pages>
  <Words>862</Words>
  <Characters>4919</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49</cp:revision>
  <dcterms:created xsi:type="dcterms:W3CDTF">2014-06-18T12:54:00Z</dcterms:created>
  <dcterms:modified xsi:type="dcterms:W3CDTF">2016-08-04T06:35:00Z</dcterms:modified>
</cp:coreProperties>
</file>